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FF5" w:rsidRPr="008C3B57" w:rsidRDefault="00084FF5" w:rsidP="008C3B57">
      <w:pPr>
        <w:jc w:val="center"/>
        <w:rPr>
          <w:b/>
          <w:sz w:val="44"/>
          <w:szCs w:val="44"/>
        </w:rPr>
      </w:pPr>
      <w:r w:rsidRPr="008C3B57">
        <w:rPr>
          <w:b/>
          <w:sz w:val="44"/>
          <w:szCs w:val="44"/>
        </w:rPr>
        <w:t>Pick Three:  Microorganisms</w:t>
      </w:r>
    </w:p>
    <w:p w:rsidR="00084FF5" w:rsidRPr="008C3B57" w:rsidRDefault="00084FF5" w:rsidP="008C3B57">
      <w:pPr>
        <w:jc w:val="center"/>
        <w:rPr>
          <w:sz w:val="28"/>
          <w:szCs w:val="28"/>
        </w:rPr>
      </w:pPr>
      <w:r w:rsidRPr="008C3B57">
        <w:rPr>
          <w:sz w:val="28"/>
          <w:szCs w:val="28"/>
        </w:rPr>
        <w:t>Pick any three activities in a row (horizontal, vertical, or diagonal).</w:t>
      </w:r>
      <w:r>
        <w:rPr>
          <w:sz w:val="28"/>
          <w:szCs w:val="28"/>
        </w:rPr>
        <w:t xml:space="preserve">  See rubrics for all requirements.</w:t>
      </w:r>
    </w:p>
    <w:tbl>
      <w:tblPr>
        <w:tblW w:w="14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08"/>
        <w:gridCol w:w="4348"/>
        <w:gridCol w:w="5544"/>
      </w:tblGrid>
      <w:tr w:rsidR="00084FF5" w:rsidRPr="00F15D9E" w:rsidTr="00840A7C">
        <w:trPr>
          <w:trHeight w:val="350"/>
        </w:trPr>
        <w:tc>
          <w:tcPr>
            <w:tcW w:w="4908" w:type="dxa"/>
          </w:tcPr>
          <w:p w:rsidR="00084FF5" w:rsidRDefault="00084FF5" w:rsidP="00F15D9E">
            <w:pPr>
              <w:spacing w:line="240" w:lineRule="auto"/>
            </w:pPr>
            <w:r w:rsidRPr="00F15D9E">
              <w:t xml:space="preserve">You need to make an </w:t>
            </w:r>
            <w:r w:rsidRPr="005427FE">
              <w:rPr>
                <w:b/>
              </w:rPr>
              <w:t>illustrated report about a bacterium</w:t>
            </w:r>
            <w:r w:rsidRPr="00F15D9E">
              <w:t xml:space="preserve">. The report should give the shape, characteristics, if it is harmful or helpful, the uses, and any other information you find interesting.  You may display your report as a </w:t>
            </w:r>
            <w:r>
              <w:t xml:space="preserve">picture book, </w:t>
            </w:r>
            <w:r w:rsidRPr="00F15D9E">
              <w:t>poster, or in another creative way.  The important factor is that this is an ILLUSTRATED report.</w:t>
            </w:r>
            <w:r>
              <w:t xml:space="preserve">  You must include </w:t>
            </w:r>
            <w:r w:rsidRPr="005427FE">
              <w:rPr>
                <w:u w:val="single"/>
              </w:rPr>
              <w:t>at least five pictures</w:t>
            </w:r>
            <w:r>
              <w:t xml:space="preserve">.  If the pictures are not hand drawn, you </w:t>
            </w:r>
            <w:r w:rsidRPr="005427FE">
              <w:rPr>
                <w:u w:val="single"/>
              </w:rPr>
              <w:t>must site where you copied them from.</w:t>
            </w:r>
            <w:r>
              <w:t xml:space="preserve">  </w:t>
            </w:r>
          </w:p>
          <w:p w:rsidR="00084FF5" w:rsidRPr="005427FE" w:rsidRDefault="00084FF5" w:rsidP="00A47147">
            <w:pPr>
              <w:spacing w:line="240" w:lineRule="auto"/>
              <w:jc w:val="center"/>
            </w:pPr>
            <w:r>
              <w:t>Text pages 54, 55, 62, 63</w:t>
            </w:r>
          </w:p>
        </w:tc>
        <w:tc>
          <w:tcPr>
            <w:tcW w:w="4348" w:type="dxa"/>
          </w:tcPr>
          <w:p w:rsidR="00084FF5" w:rsidRDefault="00084FF5" w:rsidP="00F15D9E">
            <w:pPr>
              <w:spacing w:line="240" w:lineRule="auto"/>
            </w:pPr>
            <w:r w:rsidRPr="00F15D9E">
              <w:t xml:space="preserve">Made a </w:t>
            </w:r>
            <w:r w:rsidRPr="005427FE">
              <w:rPr>
                <w:b/>
              </w:rPr>
              <w:t xml:space="preserve">3-D model of an animal-like, plant-like, </w:t>
            </w:r>
            <w:r>
              <w:rPr>
                <w:b/>
                <w:u w:val="single"/>
              </w:rPr>
              <w:t>or</w:t>
            </w:r>
            <w:r w:rsidRPr="00920394">
              <w:rPr>
                <w:b/>
              </w:rPr>
              <w:t xml:space="preserve"> </w:t>
            </w:r>
            <w:r w:rsidRPr="005427FE">
              <w:rPr>
                <w:b/>
              </w:rPr>
              <w:t>fungus-</w:t>
            </w:r>
            <w:r w:rsidRPr="00934833">
              <w:rPr>
                <w:b/>
              </w:rPr>
              <w:t>like protist</w:t>
            </w:r>
            <w:r>
              <w:t xml:space="preserve"> </w:t>
            </w:r>
            <w:r w:rsidRPr="00F15D9E">
              <w:t>Make a list of the</w:t>
            </w:r>
            <w:r>
              <w:t xml:space="preserve"> characteristics of the protist</w:t>
            </w:r>
            <w:r w:rsidRPr="00F15D9E">
              <w:t xml:space="preserve"> you chose.  </w:t>
            </w:r>
            <w:r w:rsidRPr="005427FE">
              <w:rPr>
                <w:u w:val="single"/>
              </w:rPr>
              <w:t xml:space="preserve">Include at least 4 characteristics for </w:t>
            </w:r>
            <w:r>
              <w:rPr>
                <w:u w:val="single"/>
              </w:rPr>
              <w:t xml:space="preserve">the </w:t>
            </w:r>
            <w:r w:rsidRPr="005427FE">
              <w:rPr>
                <w:u w:val="single"/>
              </w:rPr>
              <w:t>model</w:t>
            </w:r>
            <w:r>
              <w:t xml:space="preserve">.  </w:t>
            </w:r>
            <w:r>
              <w:rPr>
                <w:u w:val="single"/>
              </w:rPr>
              <w:t>Label the protist</w:t>
            </w:r>
            <w:r w:rsidRPr="005427FE">
              <w:rPr>
                <w:u w:val="single"/>
              </w:rPr>
              <w:t xml:space="preserve"> and the four characteristics for the model</w:t>
            </w:r>
            <w:r>
              <w:t xml:space="preserve">.  Mount your model on cardboard, stands, or some other mounting devise.  </w:t>
            </w:r>
            <w:r w:rsidRPr="00F15D9E">
              <w:t xml:space="preserve"> </w:t>
            </w:r>
          </w:p>
          <w:p w:rsidR="00084FF5" w:rsidRPr="00F15D9E" w:rsidRDefault="00084FF5" w:rsidP="00A47147">
            <w:pPr>
              <w:spacing w:line="240" w:lineRule="auto"/>
              <w:jc w:val="center"/>
            </w:pPr>
            <w:r>
              <w:t>Text pages 75-83</w:t>
            </w:r>
          </w:p>
        </w:tc>
        <w:tc>
          <w:tcPr>
            <w:tcW w:w="5544" w:type="dxa"/>
          </w:tcPr>
          <w:p w:rsidR="00084FF5" w:rsidRDefault="00084FF5" w:rsidP="00F15D9E">
            <w:pPr>
              <w:spacing w:line="240" w:lineRule="auto"/>
            </w:pPr>
            <w:r w:rsidRPr="00BE79AA">
              <w:rPr>
                <w:b/>
              </w:rPr>
              <w:t>Make a loaf of yeast bread</w:t>
            </w:r>
            <w:r w:rsidRPr="00F15D9E">
              <w:t xml:space="preserve">.  You will need to take pictures of you making the bread and provide a </w:t>
            </w:r>
            <w:r w:rsidRPr="00BE79AA">
              <w:rPr>
                <w:b/>
              </w:rPr>
              <w:t>digital or traditional scrapbook of you making bread</w:t>
            </w:r>
            <w:r w:rsidRPr="00F15D9E">
              <w:t xml:space="preserve">.  </w:t>
            </w:r>
            <w:r>
              <w:t xml:space="preserve">You need at least 10 pictures.  </w:t>
            </w:r>
            <w:r w:rsidRPr="00F15D9E">
              <w:t>This can be done on computer paper and bound with staples.</w:t>
            </w:r>
            <w:r>
              <w:t xml:space="preserve">  Digital Scrapbooks can be turned in on a flashdrive, but make sure that I have the compatibility to see the scrapbook. I have Office 2003 on a PC.  I do </w:t>
            </w:r>
            <w:r w:rsidRPr="002F7A6A">
              <w:rPr>
                <w:b/>
                <w:u w:val="single"/>
              </w:rPr>
              <w:t xml:space="preserve">not </w:t>
            </w:r>
            <w:r>
              <w:t>have a MAC!</w:t>
            </w:r>
          </w:p>
          <w:p w:rsidR="00084FF5" w:rsidRDefault="00084FF5" w:rsidP="00F15D9E">
            <w:pPr>
              <w:spacing w:line="240" w:lineRule="auto"/>
            </w:pPr>
          </w:p>
          <w:p w:rsidR="00084FF5" w:rsidRPr="00F15D9E" w:rsidRDefault="00084FF5" w:rsidP="00F15D9E">
            <w:pPr>
              <w:spacing w:line="240" w:lineRule="auto"/>
            </w:pPr>
            <w:r>
              <w:t xml:space="preserve"> A bread recipe is on the wiki.  You can use this one or one of your own.</w:t>
            </w:r>
          </w:p>
        </w:tc>
      </w:tr>
      <w:tr w:rsidR="00084FF5" w:rsidRPr="00F15D9E" w:rsidTr="00840A7C">
        <w:tc>
          <w:tcPr>
            <w:tcW w:w="4908" w:type="dxa"/>
          </w:tcPr>
          <w:p w:rsidR="00084FF5" w:rsidRDefault="00084FF5" w:rsidP="00F15D9E">
            <w:pPr>
              <w:spacing w:line="240" w:lineRule="auto"/>
            </w:pPr>
            <w:r w:rsidRPr="00F15D9E">
              <w:t xml:space="preserve">Ask 20 people </w:t>
            </w:r>
            <w:r>
              <w:t>(not in 6</w:t>
            </w:r>
            <w:r w:rsidRPr="00A47147">
              <w:rPr>
                <w:vertAlign w:val="superscript"/>
              </w:rPr>
              <w:t>th</w:t>
            </w:r>
            <w:r>
              <w:t xml:space="preserve"> grade at APA) </w:t>
            </w:r>
            <w:r w:rsidRPr="00F15D9E">
              <w:t>these two questions:  What is the best known antibiotic in the world? (Penicillin)  What was penicillin developed from? (Fungi)  How many o</w:t>
            </w:r>
            <w:r>
              <w:t>f your subjects knew the answer</w:t>
            </w:r>
            <w:r w:rsidRPr="00BE79AA">
              <w:rPr>
                <w:b/>
              </w:rPr>
              <w:t>?  Make a data chart, frequency table, circle graph and bar graph</w:t>
            </w:r>
            <w:r>
              <w:t xml:space="preserve"> that summarizes </w:t>
            </w:r>
            <w:r w:rsidRPr="00F15D9E">
              <w:t xml:space="preserve">the results of </w:t>
            </w:r>
            <w:r w:rsidRPr="00BE79AA">
              <w:rPr>
                <w:u w:val="single"/>
              </w:rPr>
              <w:t>each question</w:t>
            </w:r>
            <w:r>
              <w:t xml:space="preserve"> answered by </w:t>
            </w:r>
            <w:r w:rsidRPr="00F15D9E">
              <w:t>the 20 interviews.  Include the ages of your subjects.  These can be lumped into categories such as under 15, 15-30, 30 and over, or how ever YOU feel is BEST.</w:t>
            </w:r>
            <w:r>
              <w:t xml:space="preserve"> </w:t>
            </w:r>
          </w:p>
          <w:p w:rsidR="00084FF5" w:rsidRPr="00F15D9E" w:rsidRDefault="00084FF5" w:rsidP="00A47147">
            <w:pPr>
              <w:spacing w:line="240" w:lineRule="auto"/>
              <w:jc w:val="center"/>
            </w:pPr>
            <w:r>
              <w:t>Text page 93</w:t>
            </w:r>
          </w:p>
        </w:tc>
        <w:tc>
          <w:tcPr>
            <w:tcW w:w="4348" w:type="dxa"/>
          </w:tcPr>
          <w:p w:rsidR="00084FF5" w:rsidRPr="002F7A6A" w:rsidRDefault="00084FF5" w:rsidP="00F15D9E">
            <w:pPr>
              <w:spacing w:line="240" w:lineRule="auto"/>
            </w:pPr>
            <w:r w:rsidRPr="00FF68C6">
              <w:t xml:space="preserve">Read Hot Topic: “US Not Ready to Destroy Small Pox.”  </w:t>
            </w:r>
            <w:r w:rsidRPr="00BE79AA">
              <w:rPr>
                <w:b/>
              </w:rPr>
              <w:t xml:space="preserve">Answer the questions and write your paragraphs on the topic provided.  </w:t>
            </w:r>
            <w:r>
              <w:t>Use Journal Topic format.</w:t>
            </w:r>
          </w:p>
          <w:p w:rsidR="00084FF5" w:rsidRPr="00FF68C6" w:rsidRDefault="00084FF5" w:rsidP="00F15D9E">
            <w:pPr>
              <w:spacing w:line="240" w:lineRule="auto"/>
            </w:pPr>
          </w:p>
          <w:p w:rsidR="00084FF5" w:rsidRPr="00FF68C6" w:rsidRDefault="00084FF5" w:rsidP="00F15D9E">
            <w:pPr>
              <w:spacing w:line="240" w:lineRule="auto"/>
            </w:pPr>
            <w:r w:rsidRPr="00FF68C6">
              <w:t>Article can be copied off the wiki or asked for in class.</w:t>
            </w:r>
          </w:p>
        </w:tc>
        <w:tc>
          <w:tcPr>
            <w:tcW w:w="5544" w:type="dxa"/>
          </w:tcPr>
          <w:p w:rsidR="00084FF5" w:rsidRDefault="00084FF5" w:rsidP="00F15D9E">
            <w:pPr>
              <w:spacing w:line="240" w:lineRule="auto"/>
            </w:pPr>
            <w:r w:rsidRPr="00BE79AA">
              <w:rPr>
                <w:b/>
              </w:rPr>
              <w:t>Research the vaccine of a</w:t>
            </w:r>
            <w:r>
              <w:rPr>
                <w:b/>
              </w:rPr>
              <w:t>n</w:t>
            </w:r>
            <w:r w:rsidRPr="00BE79AA">
              <w:rPr>
                <w:b/>
              </w:rPr>
              <w:t xml:space="preserve"> infectious childhood disease</w:t>
            </w:r>
            <w:r>
              <w:t xml:space="preserve"> that the </w:t>
            </w:r>
            <w:smartTag w:uri="urn:schemas-microsoft-com:office:smarttags" w:element="place">
              <w:smartTag w:uri="urn:schemas-microsoft-com:office:smarttags" w:element="country-region">
                <w:r>
                  <w:t>US</w:t>
                </w:r>
              </w:smartTag>
            </w:smartTag>
            <w:r>
              <w:t xml:space="preserve"> routinely vaccinates children against.  </w:t>
            </w:r>
            <w:r w:rsidRPr="00BE79AA">
              <w:rPr>
                <w:u w:val="single"/>
              </w:rPr>
              <w:t>Chose from Diphtheria, tetanus, measles, polio, mumps, rubella, chicken pox, or H. influenza type B.</w:t>
            </w:r>
            <w:r>
              <w:t xml:space="preserve">  Think of this information being displayed in a doctor’s office when you create your display.    </w:t>
            </w:r>
            <w:r w:rsidRPr="00BE79AA">
              <w:rPr>
                <w:b/>
              </w:rPr>
              <w:t>Design a pamphlet, poster, or some other form of creative way to display your research</w:t>
            </w:r>
            <w:r>
              <w:t xml:space="preserve">.  Include answers to these questions:  What causes the disease, what are the symptoms of the disease, when did the vaccine appear, why is it important to have the vaccine? </w:t>
            </w:r>
          </w:p>
          <w:p w:rsidR="00084FF5" w:rsidRPr="00F15D9E" w:rsidRDefault="00084FF5" w:rsidP="00840A7C">
            <w:pPr>
              <w:spacing w:line="240" w:lineRule="auto"/>
              <w:jc w:val="center"/>
            </w:pPr>
            <w:r>
              <w:t>Text pgs. 63-65 and  www.cdc.gov</w:t>
            </w:r>
          </w:p>
        </w:tc>
      </w:tr>
      <w:tr w:rsidR="00084FF5" w:rsidRPr="00F15D9E" w:rsidTr="00840A7C">
        <w:tc>
          <w:tcPr>
            <w:tcW w:w="4908" w:type="dxa"/>
          </w:tcPr>
          <w:p w:rsidR="00084FF5" w:rsidRPr="002F7A6A" w:rsidRDefault="00084FF5" w:rsidP="00F15D9E">
            <w:pPr>
              <w:spacing w:line="240" w:lineRule="auto"/>
            </w:pPr>
            <w:r w:rsidRPr="00F15D9E">
              <w:t xml:space="preserve">Design and </w:t>
            </w:r>
            <w:r w:rsidRPr="00BE79AA">
              <w:rPr>
                <w:b/>
              </w:rPr>
              <w:t>draw a cartoon</w:t>
            </w:r>
            <w:r w:rsidRPr="00F15D9E">
              <w:t xml:space="preserve"> that explains how </w:t>
            </w:r>
            <w:r>
              <w:t xml:space="preserve">fungi or bacteria </w:t>
            </w:r>
            <w:r w:rsidRPr="00F15D9E">
              <w:t xml:space="preserve">decomposers are necessary for our health and sanitation.  This needs to have </w:t>
            </w:r>
            <w:r w:rsidRPr="00BE79AA">
              <w:rPr>
                <w:u w:val="single"/>
              </w:rPr>
              <w:t>at least 8 frames.</w:t>
            </w:r>
            <w:r w:rsidRPr="002F7A6A">
              <w:t xml:space="preserve">   (N</w:t>
            </w:r>
            <w:r>
              <w:t>ot in pencil)</w:t>
            </w:r>
          </w:p>
          <w:p w:rsidR="00084FF5" w:rsidRPr="00F15D9E" w:rsidRDefault="00084FF5" w:rsidP="00BE79AA">
            <w:pPr>
              <w:spacing w:line="240" w:lineRule="auto"/>
              <w:jc w:val="center"/>
            </w:pPr>
            <w:r>
              <w:t>Text pages 92 and 56</w:t>
            </w:r>
          </w:p>
        </w:tc>
        <w:tc>
          <w:tcPr>
            <w:tcW w:w="4348" w:type="dxa"/>
          </w:tcPr>
          <w:p w:rsidR="00084FF5" w:rsidRDefault="00084FF5" w:rsidP="00FF68C6">
            <w:pPr>
              <w:spacing w:before="100" w:beforeAutospacing="1" w:after="100" w:afterAutospacing="1" w:line="240" w:lineRule="auto"/>
            </w:pPr>
            <w:r w:rsidRPr="00BE79AA">
              <w:rPr>
                <w:b/>
              </w:rPr>
              <w:t>Write a R.A.F.T. paper</w:t>
            </w:r>
            <w:r w:rsidRPr="00FF68C6">
              <w:t xml:space="preserve"> about being a fungus or fungus-like protist spore.  </w:t>
            </w:r>
            <w:r>
              <w:t xml:space="preserve">A R.A.F.T. paper includes Role of Writer, Audience, Format, and Topic.  This should be a </w:t>
            </w:r>
            <w:r w:rsidRPr="00BE79AA">
              <w:rPr>
                <w:u w:val="single"/>
              </w:rPr>
              <w:t>creative writing</w:t>
            </w:r>
            <w:r>
              <w:t xml:space="preserve"> </w:t>
            </w:r>
            <w:r w:rsidRPr="00BE79AA">
              <w:rPr>
                <w:u w:val="single"/>
              </w:rPr>
              <w:t>about a spore</w:t>
            </w:r>
            <w:r>
              <w:t xml:space="preserve">.  </w:t>
            </w:r>
          </w:p>
          <w:p w:rsidR="00084FF5" w:rsidRPr="00FF68C6" w:rsidRDefault="00084FF5" w:rsidP="00FF68C6">
            <w:pPr>
              <w:spacing w:before="100" w:beforeAutospacing="1" w:after="100" w:afterAutospacing="1" w:line="240" w:lineRule="auto"/>
            </w:pPr>
            <w:r>
              <w:t>See examples on the wiki for suggestions.</w:t>
            </w:r>
          </w:p>
          <w:p w:rsidR="00084FF5" w:rsidRPr="00FF68C6" w:rsidRDefault="00084FF5" w:rsidP="007D42AB">
            <w:pPr>
              <w:spacing w:before="100" w:beforeAutospacing="1" w:after="100" w:afterAutospacing="1" w:line="240" w:lineRule="auto"/>
            </w:pPr>
            <w:r>
              <w:t>Use Journal Topic format.</w:t>
            </w:r>
          </w:p>
        </w:tc>
        <w:tc>
          <w:tcPr>
            <w:tcW w:w="5544" w:type="dxa"/>
          </w:tcPr>
          <w:p w:rsidR="00084FF5" w:rsidRDefault="00084FF5" w:rsidP="00F15D9E">
            <w:pPr>
              <w:spacing w:line="240" w:lineRule="auto"/>
              <w:rPr>
                <w:u w:val="single"/>
              </w:rPr>
            </w:pPr>
            <w:r w:rsidRPr="00F15D9E">
              <w:t xml:space="preserve">Create a </w:t>
            </w:r>
            <w:r w:rsidRPr="00A47147">
              <w:rPr>
                <w:b/>
              </w:rPr>
              <w:t>flip book for one type of protist</w:t>
            </w:r>
            <w:r w:rsidRPr="00F15D9E">
              <w:t xml:space="preserve">, such as flagellates, ciliates, amoebas, and so forth.  On each page of the flip book you should show one state of the organism movement.  When the pages are bound and flipped, the protist should appear to move.  The more pages showing a smaller segment of the movement, the more interesting the book.  </w:t>
            </w:r>
            <w:r w:rsidRPr="00A47147">
              <w:rPr>
                <w:u w:val="single"/>
              </w:rPr>
              <w:t xml:space="preserve">This </w:t>
            </w:r>
            <w:r>
              <w:rPr>
                <w:u w:val="single"/>
              </w:rPr>
              <w:t>must be in color and at least 20</w:t>
            </w:r>
            <w:r w:rsidRPr="00A47147">
              <w:rPr>
                <w:u w:val="single"/>
              </w:rPr>
              <w:t xml:space="preserve"> pages.</w:t>
            </w:r>
          </w:p>
          <w:p w:rsidR="00084FF5" w:rsidRPr="00F15D9E" w:rsidRDefault="00084FF5" w:rsidP="00A9081F">
            <w:pPr>
              <w:spacing w:line="240" w:lineRule="auto"/>
              <w:jc w:val="center"/>
            </w:pPr>
            <w:r>
              <w:t>Text pages 76 and 77</w:t>
            </w:r>
          </w:p>
        </w:tc>
      </w:tr>
    </w:tbl>
    <w:p w:rsidR="00084FF5" w:rsidRPr="0085147D" w:rsidRDefault="00084FF5" w:rsidP="00934833">
      <w:pPr>
        <w:jc w:val="center"/>
        <w:rPr>
          <w:b/>
          <w:sz w:val="36"/>
          <w:szCs w:val="36"/>
        </w:rPr>
      </w:pPr>
      <w:r w:rsidRPr="0085147D">
        <w:rPr>
          <w:b/>
          <w:sz w:val="36"/>
          <w:szCs w:val="36"/>
        </w:rPr>
        <w:t>Pick Three:  Microorganisms Rubric</w:t>
      </w:r>
    </w:p>
    <w:p w:rsidR="00084FF5" w:rsidRPr="008C3B57" w:rsidRDefault="00084FF5" w:rsidP="00934833">
      <w:pPr>
        <w:jc w:val="center"/>
        <w:rPr>
          <w:sz w:val="28"/>
          <w:szCs w:val="28"/>
        </w:rPr>
      </w:pPr>
      <w:r w:rsidRPr="008C3B57">
        <w:rPr>
          <w:sz w:val="28"/>
          <w:szCs w:val="28"/>
        </w:rPr>
        <w:t>Pick any three activities in a row (horizontal, vertical, or diagonal).</w:t>
      </w:r>
      <w:r>
        <w:rPr>
          <w:sz w:val="28"/>
          <w:szCs w:val="28"/>
        </w:rPr>
        <w:t xml:space="preserve">  See rubrics for all requirements.</w:t>
      </w:r>
    </w:p>
    <w:tbl>
      <w:tblPr>
        <w:tblW w:w="14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08"/>
        <w:gridCol w:w="4348"/>
        <w:gridCol w:w="5544"/>
      </w:tblGrid>
      <w:tr w:rsidR="00084FF5" w:rsidRPr="00F15D9E" w:rsidTr="000937C0">
        <w:trPr>
          <w:trHeight w:val="350"/>
        </w:trPr>
        <w:tc>
          <w:tcPr>
            <w:tcW w:w="4908" w:type="dxa"/>
          </w:tcPr>
          <w:p w:rsidR="00084FF5" w:rsidRDefault="00084FF5" w:rsidP="000937C0">
            <w:pPr>
              <w:spacing w:line="240" w:lineRule="auto"/>
              <w:jc w:val="center"/>
              <w:rPr>
                <w:b/>
                <w:u w:val="single"/>
              </w:rPr>
            </w:pPr>
            <w:r w:rsidRPr="00AD5C1B">
              <w:rPr>
                <w:b/>
                <w:u w:val="single"/>
              </w:rPr>
              <w:t>ILLUSTRATED REPORT ABOUT A BACTERIUM</w:t>
            </w:r>
          </w:p>
          <w:p w:rsidR="00084FF5" w:rsidRPr="00AD5C1B" w:rsidRDefault="00084FF5" w:rsidP="000937C0">
            <w:pPr>
              <w:spacing w:line="240" w:lineRule="auto"/>
              <w:jc w:val="center"/>
              <w:rPr>
                <w:b/>
                <w:u w:val="single"/>
              </w:rPr>
            </w:pPr>
          </w:p>
          <w:p w:rsidR="00084FF5" w:rsidRDefault="00084FF5" w:rsidP="00934833">
            <w:pPr>
              <w:spacing w:line="240" w:lineRule="auto"/>
            </w:pPr>
            <w:r w:rsidRPr="00AD5C1B">
              <w:t xml:space="preserve">___ </w:t>
            </w:r>
            <w:r>
              <w:t>/30 Project</w:t>
            </w:r>
          </w:p>
          <w:p w:rsidR="00084FF5" w:rsidRPr="00AD5C1B" w:rsidRDefault="00084FF5" w:rsidP="00FC67F0">
            <w:pPr>
              <w:spacing w:line="240" w:lineRule="auto"/>
            </w:pPr>
            <w:r>
              <w:t xml:space="preserve">          </w:t>
            </w:r>
            <w:r w:rsidRPr="00AD5C1B">
              <w:t>___</w:t>
            </w:r>
            <w:r>
              <w:t>/10</w:t>
            </w:r>
            <w:r w:rsidRPr="00AD5C1B">
              <w:t xml:space="preserve"> 5 pictures (one must be the shape)</w:t>
            </w:r>
          </w:p>
          <w:p w:rsidR="00084FF5" w:rsidRPr="00AD5C1B" w:rsidRDefault="00084FF5" w:rsidP="00934833">
            <w:pPr>
              <w:spacing w:line="240" w:lineRule="auto"/>
            </w:pPr>
            <w:r>
              <w:t xml:space="preserve">          </w:t>
            </w:r>
            <w:r w:rsidRPr="00AD5C1B">
              <w:t>___</w:t>
            </w:r>
            <w:r>
              <w:t>/2</w:t>
            </w:r>
            <w:r w:rsidRPr="00AD5C1B">
              <w:t xml:space="preserve"> Characteristics of the bacterium</w:t>
            </w:r>
          </w:p>
          <w:p w:rsidR="00084FF5" w:rsidRPr="00AD5C1B" w:rsidRDefault="00084FF5" w:rsidP="00934833">
            <w:pPr>
              <w:spacing w:line="240" w:lineRule="auto"/>
            </w:pPr>
            <w:r w:rsidRPr="00AD5C1B">
              <w:t xml:space="preserve">          ___</w:t>
            </w:r>
            <w:r>
              <w:t>/2</w:t>
            </w:r>
            <w:r w:rsidRPr="00AD5C1B">
              <w:t xml:space="preserve"> Shape of the bacterium</w:t>
            </w:r>
          </w:p>
          <w:p w:rsidR="00084FF5" w:rsidRPr="00AD5C1B" w:rsidRDefault="00084FF5" w:rsidP="00934833">
            <w:pPr>
              <w:spacing w:line="240" w:lineRule="auto"/>
            </w:pPr>
            <w:r w:rsidRPr="00AD5C1B">
              <w:t xml:space="preserve">          ___</w:t>
            </w:r>
            <w:r>
              <w:t>/2</w:t>
            </w:r>
            <w:r w:rsidRPr="00AD5C1B">
              <w:t xml:space="preserve"> Harmful or Helpful </w:t>
            </w:r>
          </w:p>
          <w:p w:rsidR="00084FF5" w:rsidRPr="00AD5C1B" w:rsidRDefault="00084FF5" w:rsidP="00AD5C1B">
            <w:pPr>
              <w:spacing w:line="240" w:lineRule="auto"/>
            </w:pPr>
            <w:r w:rsidRPr="00AD5C1B">
              <w:t xml:space="preserve">          ___</w:t>
            </w:r>
            <w:r>
              <w:t>/2</w:t>
            </w:r>
            <w:r w:rsidRPr="00AD5C1B">
              <w:t xml:space="preserve"> Uses</w:t>
            </w:r>
          </w:p>
          <w:p w:rsidR="00084FF5" w:rsidRPr="00AD5C1B" w:rsidRDefault="00084FF5" w:rsidP="00AD5C1B">
            <w:pPr>
              <w:spacing w:line="240" w:lineRule="auto"/>
            </w:pPr>
            <w:r w:rsidRPr="00AD5C1B">
              <w:t xml:space="preserve">          ___</w:t>
            </w:r>
            <w:r>
              <w:t>/2</w:t>
            </w:r>
            <w:r w:rsidRPr="00AD5C1B">
              <w:t xml:space="preserve"> Other interesting information</w:t>
            </w:r>
          </w:p>
          <w:p w:rsidR="00084FF5" w:rsidRDefault="00084FF5" w:rsidP="00AD5C1B">
            <w:pPr>
              <w:spacing w:line="240" w:lineRule="auto"/>
            </w:pPr>
            <w:r>
              <w:t xml:space="preserve">          </w:t>
            </w:r>
            <w:r w:rsidRPr="00AD5C1B">
              <w:t>___</w:t>
            </w:r>
            <w:r>
              <w:t>/10</w:t>
            </w:r>
            <w:r w:rsidRPr="00AD5C1B">
              <w:t xml:space="preserve"> Presented as a picture book, </w:t>
            </w:r>
            <w:r>
              <w:t xml:space="preserve">  </w:t>
            </w:r>
          </w:p>
          <w:p w:rsidR="00084FF5" w:rsidRPr="00AD5C1B" w:rsidRDefault="00084FF5" w:rsidP="00AD5C1B">
            <w:pPr>
              <w:spacing w:line="240" w:lineRule="auto"/>
            </w:pPr>
            <w:r>
              <w:t xml:space="preserve">                        </w:t>
            </w:r>
            <w:r w:rsidRPr="00AD5C1B">
              <w:t>poster,  booklet or other display</w:t>
            </w:r>
          </w:p>
          <w:p w:rsidR="00084FF5" w:rsidRDefault="00084FF5" w:rsidP="00AD5C1B">
            <w:pPr>
              <w:spacing w:line="240" w:lineRule="auto"/>
            </w:pPr>
            <w:r>
              <w:t xml:space="preserve">___ /10 Mechanics </w:t>
            </w:r>
          </w:p>
          <w:p w:rsidR="00084FF5" w:rsidRPr="00AD5C1B" w:rsidRDefault="00084FF5" w:rsidP="00AD5C1B">
            <w:pPr>
              <w:spacing w:line="240" w:lineRule="auto"/>
            </w:pPr>
            <w:r>
              <w:t xml:space="preserve">          </w:t>
            </w:r>
            <w:r w:rsidRPr="00AD5C1B">
              <w:t>___</w:t>
            </w:r>
            <w:r>
              <w:t>/2</w:t>
            </w:r>
            <w:r w:rsidRPr="00AD5C1B">
              <w:t xml:space="preserve"> Information correct and factual</w:t>
            </w:r>
          </w:p>
          <w:p w:rsidR="00084FF5" w:rsidRPr="00AD5C1B" w:rsidRDefault="00084FF5" w:rsidP="00AD5C1B">
            <w:pPr>
              <w:spacing w:line="240" w:lineRule="auto"/>
            </w:pPr>
            <w:r>
              <w:t xml:space="preserve">          </w:t>
            </w:r>
            <w:r w:rsidRPr="00AD5C1B">
              <w:t>___</w:t>
            </w:r>
            <w:r>
              <w:t>/2</w:t>
            </w:r>
            <w:r w:rsidRPr="00AD5C1B">
              <w:t xml:space="preserve"> Typed or written </w:t>
            </w:r>
            <w:r>
              <w:t>legibly</w:t>
            </w:r>
          </w:p>
          <w:p w:rsidR="00084FF5" w:rsidRPr="00AD5C1B" w:rsidRDefault="00084FF5" w:rsidP="00AD5C1B">
            <w:pPr>
              <w:spacing w:line="240" w:lineRule="auto"/>
            </w:pPr>
            <w:r>
              <w:t xml:space="preserve">          </w:t>
            </w:r>
            <w:r w:rsidRPr="00AD5C1B">
              <w:t>___</w:t>
            </w:r>
            <w:r>
              <w:t>/2</w:t>
            </w:r>
            <w:r w:rsidRPr="00AD5C1B">
              <w:t xml:space="preserve"> Spelling and grammar correct</w:t>
            </w:r>
          </w:p>
          <w:p w:rsidR="00084FF5" w:rsidRDefault="00084FF5" w:rsidP="00AD5C1B">
            <w:pPr>
              <w:spacing w:line="240" w:lineRule="auto"/>
            </w:pPr>
            <w:r>
              <w:t xml:space="preserve">          </w:t>
            </w:r>
            <w:r w:rsidRPr="00AD5C1B">
              <w:t>___</w:t>
            </w:r>
            <w:r>
              <w:t>/2</w:t>
            </w:r>
            <w:r w:rsidRPr="00AD5C1B">
              <w:t xml:space="preserve"> Pictures have sources sited </w:t>
            </w:r>
          </w:p>
          <w:p w:rsidR="00084FF5" w:rsidRDefault="00084FF5" w:rsidP="00934833">
            <w:pPr>
              <w:spacing w:line="240" w:lineRule="auto"/>
            </w:pPr>
            <w:r>
              <w:t xml:space="preserve">                     (website</w:t>
            </w:r>
            <w:r w:rsidRPr="00AD5C1B">
              <w:t xml:space="preserve"> copied from, etc.)</w:t>
            </w:r>
          </w:p>
          <w:p w:rsidR="00084FF5" w:rsidRPr="005427FE" w:rsidRDefault="00084FF5" w:rsidP="00920394">
            <w:pPr>
              <w:spacing w:line="240" w:lineRule="auto"/>
            </w:pPr>
            <w:r>
              <w:t xml:space="preserve">          </w:t>
            </w:r>
            <w:r w:rsidRPr="00AD5C1B">
              <w:t>___</w:t>
            </w:r>
            <w:r>
              <w:t>/2</w:t>
            </w:r>
            <w:r w:rsidRPr="00AD5C1B">
              <w:t xml:space="preserve"> </w:t>
            </w:r>
            <w:r>
              <w:t>Creative and neat</w:t>
            </w:r>
          </w:p>
        </w:tc>
        <w:tc>
          <w:tcPr>
            <w:tcW w:w="4348" w:type="dxa"/>
          </w:tcPr>
          <w:p w:rsidR="00084FF5" w:rsidRDefault="00084FF5" w:rsidP="00ED22BF">
            <w:pPr>
              <w:spacing w:line="240" w:lineRule="auto"/>
              <w:jc w:val="center"/>
              <w:rPr>
                <w:b/>
                <w:u w:val="single"/>
              </w:rPr>
            </w:pPr>
            <w:r w:rsidRPr="00ED22BF">
              <w:rPr>
                <w:b/>
                <w:u w:val="single"/>
              </w:rPr>
              <w:t>3-D MODEL OF PROTISTA</w:t>
            </w:r>
          </w:p>
          <w:p w:rsidR="00084FF5" w:rsidRPr="00ED22BF" w:rsidRDefault="00084FF5" w:rsidP="00ED22BF">
            <w:pPr>
              <w:spacing w:line="240" w:lineRule="auto"/>
              <w:jc w:val="center"/>
              <w:rPr>
                <w:b/>
                <w:u w:val="single"/>
              </w:rPr>
            </w:pPr>
          </w:p>
          <w:p w:rsidR="00084FF5" w:rsidRDefault="00084FF5" w:rsidP="00ED22BF">
            <w:pPr>
              <w:spacing w:line="240" w:lineRule="auto"/>
            </w:pPr>
            <w:r w:rsidRPr="00AD5C1B">
              <w:t xml:space="preserve">___ </w:t>
            </w:r>
            <w:r>
              <w:t>/32 3-D protist</w:t>
            </w:r>
          </w:p>
          <w:p w:rsidR="00084FF5" w:rsidRDefault="00084FF5" w:rsidP="00ED22BF">
            <w:pPr>
              <w:spacing w:line="240" w:lineRule="auto"/>
            </w:pPr>
            <w:r>
              <w:t xml:space="preserve">          </w:t>
            </w:r>
            <w:r w:rsidRPr="00AD5C1B">
              <w:t>___</w:t>
            </w:r>
            <w:r>
              <w:t>/5</w:t>
            </w:r>
            <w:r w:rsidRPr="00AD5C1B">
              <w:t xml:space="preserve"> </w:t>
            </w:r>
            <w:r>
              <w:t xml:space="preserve">3-D Model </w:t>
            </w:r>
          </w:p>
          <w:p w:rsidR="00084FF5" w:rsidRDefault="00084FF5" w:rsidP="00ED22BF">
            <w:pPr>
              <w:spacing w:line="240" w:lineRule="auto"/>
            </w:pPr>
            <w:r>
              <w:t xml:space="preserve">          </w:t>
            </w:r>
            <w:r w:rsidRPr="00AD5C1B">
              <w:t>___</w:t>
            </w:r>
            <w:r>
              <w:t>/5</w:t>
            </w:r>
            <w:r w:rsidRPr="00AD5C1B">
              <w:t xml:space="preserve"> </w:t>
            </w:r>
            <w:r>
              <w:t>3-D Model Labeled</w:t>
            </w:r>
          </w:p>
          <w:p w:rsidR="00084FF5" w:rsidRPr="00AD5C1B" w:rsidRDefault="00084FF5" w:rsidP="00ED22BF">
            <w:pPr>
              <w:spacing w:line="240" w:lineRule="auto"/>
            </w:pPr>
            <w:r>
              <w:t xml:space="preserve">          </w:t>
            </w:r>
            <w:r w:rsidRPr="00AD5C1B">
              <w:t>___</w:t>
            </w:r>
            <w:r>
              <w:t>/16 Characteristics Labeled</w:t>
            </w:r>
          </w:p>
          <w:p w:rsidR="00084FF5" w:rsidRDefault="00084FF5" w:rsidP="00ED22BF">
            <w:pPr>
              <w:spacing w:line="240" w:lineRule="auto"/>
            </w:pPr>
            <w:r w:rsidRPr="00AD5C1B">
              <w:t xml:space="preserve">          ___</w:t>
            </w:r>
            <w:r>
              <w:t>/4 Mounted</w:t>
            </w:r>
          </w:p>
          <w:p w:rsidR="00084FF5" w:rsidRDefault="00084FF5" w:rsidP="00ED22BF">
            <w:pPr>
              <w:spacing w:line="240" w:lineRule="auto"/>
            </w:pPr>
          </w:p>
          <w:p w:rsidR="00084FF5" w:rsidRDefault="00084FF5" w:rsidP="00ED22BF">
            <w:pPr>
              <w:spacing w:line="240" w:lineRule="auto"/>
            </w:pPr>
            <w:r>
              <w:t xml:space="preserve">___ /8 Mechanics </w:t>
            </w:r>
          </w:p>
          <w:p w:rsidR="00084FF5" w:rsidRPr="00AD5C1B" w:rsidRDefault="00084FF5" w:rsidP="00ED22BF">
            <w:pPr>
              <w:spacing w:line="240" w:lineRule="auto"/>
            </w:pPr>
            <w:r>
              <w:t xml:space="preserve">          </w:t>
            </w:r>
            <w:r w:rsidRPr="00AD5C1B">
              <w:t>___</w:t>
            </w:r>
            <w:r>
              <w:t>/2</w:t>
            </w:r>
            <w:r w:rsidRPr="00AD5C1B">
              <w:t xml:space="preserve"> Information correct </w:t>
            </w:r>
            <w:r>
              <w:t xml:space="preserve">/ </w:t>
            </w:r>
            <w:r w:rsidRPr="00AD5C1B">
              <w:t>factual</w:t>
            </w:r>
          </w:p>
          <w:p w:rsidR="00084FF5" w:rsidRPr="00AD5C1B" w:rsidRDefault="00084FF5" w:rsidP="00ED22BF">
            <w:pPr>
              <w:spacing w:line="240" w:lineRule="auto"/>
            </w:pPr>
            <w:r>
              <w:t xml:space="preserve">          </w:t>
            </w:r>
            <w:r w:rsidRPr="00AD5C1B">
              <w:t>___</w:t>
            </w:r>
            <w:r>
              <w:t>/2</w:t>
            </w:r>
            <w:r w:rsidRPr="00AD5C1B">
              <w:t xml:space="preserve"> Typed or written </w:t>
            </w:r>
            <w:r>
              <w:t>legibly</w:t>
            </w:r>
          </w:p>
          <w:p w:rsidR="00084FF5" w:rsidRDefault="00084FF5" w:rsidP="00ED22BF">
            <w:pPr>
              <w:spacing w:line="240" w:lineRule="auto"/>
            </w:pPr>
            <w:r>
              <w:t xml:space="preserve">          </w:t>
            </w:r>
            <w:r w:rsidRPr="00AD5C1B">
              <w:t>___</w:t>
            </w:r>
            <w:r>
              <w:t>/2</w:t>
            </w:r>
            <w:r w:rsidRPr="00AD5C1B">
              <w:t xml:space="preserve"> Spelling and grammar correct</w:t>
            </w:r>
            <w:r>
              <w:t xml:space="preserve">    </w:t>
            </w:r>
          </w:p>
          <w:p w:rsidR="00084FF5" w:rsidRPr="00F15D9E" w:rsidRDefault="00084FF5" w:rsidP="00ED22BF">
            <w:pPr>
              <w:spacing w:line="240" w:lineRule="auto"/>
            </w:pPr>
            <w:r>
              <w:t xml:space="preserve">          </w:t>
            </w:r>
            <w:r w:rsidRPr="00AD5C1B">
              <w:t>___</w:t>
            </w:r>
            <w:r>
              <w:t>/2</w:t>
            </w:r>
            <w:r w:rsidRPr="00AD5C1B">
              <w:t xml:space="preserve"> </w:t>
            </w:r>
            <w:r>
              <w:t>Creative and neat</w:t>
            </w:r>
          </w:p>
        </w:tc>
        <w:tc>
          <w:tcPr>
            <w:tcW w:w="5544" w:type="dxa"/>
          </w:tcPr>
          <w:p w:rsidR="00084FF5" w:rsidRPr="00F0473D" w:rsidRDefault="00084FF5" w:rsidP="00F0473D">
            <w:pPr>
              <w:spacing w:line="240" w:lineRule="auto"/>
              <w:jc w:val="center"/>
              <w:rPr>
                <w:b/>
                <w:u w:val="single"/>
              </w:rPr>
            </w:pPr>
            <w:r w:rsidRPr="00F0473D">
              <w:rPr>
                <w:b/>
                <w:u w:val="single"/>
              </w:rPr>
              <w:t>MAKING YEAST BREAD SCRAPBOOK</w:t>
            </w:r>
          </w:p>
          <w:p w:rsidR="00084FF5" w:rsidRDefault="00084FF5" w:rsidP="00ED22BF">
            <w:pPr>
              <w:spacing w:line="240" w:lineRule="auto"/>
            </w:pPr>
          </w:p>
          <w:p w:rsidR="00084FF5" w:rsidRDefault="00084FF5" w:rsidP="00ED22BF">
            <w:pPr>
              <w:spacing w:line="240" w:lineRule="auto"/>
            </w:pPr>
            <w:r w:rsidRPr="00AD5C1B">
              <w:t xml:space="preserve">___ </w:t>
            </w:r>
            <w:r>
              <w:t>/30 Project</w:t>
            </w:r>
          </w:p>
          <w:p w:rsidR="00084FF5" w:rsidRPr="00AD5C1B" w:rsidRDefault="00084FF5" w:rsidP="00ED22BF">
            <w:pPr>
              <w:spacing w:line="240" w:lineRule="auto"/>
            </w:pPr>
            <w:r>
              <w:t xml:space="preserve">          </w:t>
            </w:r>
            <w:r w:rsidRPr="00AD5C1B">
              <w:t>___</w:t>
            </w:r>
            <w:r>
              <w:t>/8 5+page scrapbook</w:t>
            </w:r>
          </w:p>
          <w:p w:rsidR="00084FF5" w:rsidRPr="00AD5C1B" w:rsidRDefault="00084FF5" w:rsidP="00ED22BF">
            <w:pPr>
              <w:spacing w:line="240" w:lineRule="auto"/>
            </w:pPr>
            <w:r>
              <w:t xml:space="preserve">          </w:t>
            </w:r>
            <w:r w:rsidRPr="00AD5C1B">
              <w:t>___</w:t>
            </w:r>
            <w:r>
              <w:t>/9</w:t>
            </w:r>
            <w:r w:rsidRPr="00AD5C1B">
              <w:t xml:space="preserve"> </w:t>
            </w:r>
            <w:r>
              <w:t>9+</w:t>
            </w:r>
            <w:r w:rsidRPr="00AD5C1B">
              <w:t xml:space="preserve"> pictures </w:t>
            </w:r>
            <w:r>
              <w:t>of making the bread</w:t>
            </w:r>
          </w:p>
          <w:p w:rsidR="00084FF5" w:rsidRDefault="00084FF5" w:rsidP="00ED22BF">
            <w:pPr>
              <w:spacing w:line="240" w:lineRule="auto"/>
            </w:pPr>
            <w:r w:rsidRPr="00AD5C1B">
              <w:t xml:space="preserve">          ___</w:t>
            </w:r>
            <w:r>
              <w:t>/1</w:t>
            </w:r>
            <w:r w:rsidRPr="00AD5C1B">
              <w:t xml:space="preserve"> </w:t>
            </w:r>
            <w:r>
              <w:t>At least one picture of finished loaf</w:t>
            </w:r>
          </w:p>
          <w:p w:rsidR="00084FF5" w:rsidRPr="00AD5C1B" w:rsidRDefault="00084FF5" w:rsidP="00ED22BF">
            <w:pPr>
              <w:spacing w:line="240" w:lineRule="auto"/>
            </w:pPr>
            <w:r w:rsidRPr="00AD5C1B">
              <w:t xml:space="preserve">          ___</w:t>
            </w:r>
            <w:r>
              <w:t>/10 Captions for each picture</w:t>
            </w:r>
          </w:p>
          <w:p w:rsidR="00084FF5" w:rsidRPr="00AD5C1B" w:rsidRDefault="00084FF5" w:rsidP="00ED22BF">
            <w:pPr>
              <w:spacing w:line="240" w:lineRule="auto"/>
            </w:pPr>
            <w:r w:rsidRPr="00AD5C1B">
              <w:t xml:space="preserve">          ___</w:t>
            </w:r>
            <w:r>
              <w:t>/2</w:t>
            </w:r>
            <w:r w:rsidRPr="00AD5C1B">
              <w:t xml:space="preserve"> </w:t>
            </w:r>
            <w:r>
              <w:t>Cover page with title and your name</w:t>
            </w:r>
          </w:p>
          <w:p w:rsidR="00084FF5" w:rsidRDefault="00084FF5" w:rsidP="00ED22BF">
            <w:pPr>
              <w:spacing w:line="240" w:lineRule="auto"/>
            </w:pPr>
          </w:p>
          <w:p w:rsidR="00084FF5" w:rsidRDefault="00084FF5" w:rsidP="00ED22BF">
            <w:pPr>
              <w:spacing w:line="240" w:lineRule="auto"/>
            </w:pPr>
            <w:r>
              <w:t xml:space="preserve">___ /10 Mechanics </w:t>
            </w:r>
          </w:p>
          <w:p w:rsidR="00084FF5" w:rsidRPr="00AD5C1B" w:rsidRDefault="00084FF5" w:rsidP="00ED22BF">
            <w:pPr>
              <w:spacing w:line="240" w:lineRule="auto"/>
            </w:pPr>
            <w:r>
              <w:t xml:space="preserve">          </w:t>
            </w:r>
            <w:r w:rsidRPr="00AD5C1B">
              <w:t>___</w:t>
            </w:r>
            <w:r>
              <w:t>/2</w:t>
            </w:r>
            <w:r w:rsidRPr="00AD5C1B">
              <w:t xml:space="preserve"> Information correct and factual</w:t>
            </w:r>
          </w:p>
          <w:p w:rsidR="00084FF5" w:rsidRPr="00AD5C1B" w:rsidRDefault="00084FF5" w:rsidP="00ED22BF">
            <w:pPr>
              <w:spacing w:line="240" w:lineRule="auto"/>
            </w:pPr>
            <w:r>
              <w:t xml:space="preserve">          </w:t>
            </w:r>
            <w:r w:rsidRPr="00AD5C1B">
              <w:t>___</w:t>
            </w:r>
            <w:r>
              <w:t>/2</w:t>
            </w:r>
            <w:r w:rsidRPr="00AD5C1B">
              <w:t xml:space="preserve"> Typed or written </w:t>
            </w:r>
            <w:r>
              <w:t>legibly</w:t>
            </w:r>
          </w:p>
          <w:p w:rsidR="00084FF5" w:rsidRPr="00AD5C1B" w:rsidRDefault="00084FF5" w:rsidP="00ED22BF">
            <w:pPr>
              <w:spacing w:line="240" w:lineRule="auto"/>
            </w:pPr>
            <w:r>
              <w:t xml:space="preserve">          </w:t>
            </w:r>
            <w:r w:rsidRPr="00AD5C1B">
              <w:t>___</w:t>
            </w:r>
            <w:r>
              <w:t>/2</w:t>
            </w:r>
            <w:r w:rsidRPr="00AD5C1B">
              <w:t xml:space="preserve"> Spelling and grammar correct</w:t>
            </w:r>
          </w:p>
          <w:p w:rsidR="00084FF5" w:rsidRDefault="00084FF5" w:rsidP="00ED22BF">
            <w:pPr>
              <w:spacing w:line="240" w:lineRule="auto"/>
            </w:pPr>
            <w:r>
              <w:t xml:space="preserve">          </w:t>
            </w:r>
            <w:r w:rsidRPr="00AD5C1B">
              <w:t>___</w:t>
            </w:r>
            <w:r>
              <w:t>/2</w:t>
            </w:r>
            <w:r w:rsidRPr="00AD5C1B">
              <w:t xml:space="preserve"> </w:t>
            </w:r>
            <w:r>
              <w:t xml:space="preserve">Colorful </w:t>
            </w:r>
          </w:p>
          <w:p w:rsidR="00084FF5" w:rsidRPr="00AD5C1B" w:rsidRDefault="00084FF5" w:rsidP="00ED22BF">
            <w:pPr>
              <w:spacing w:line="240" w:lineRule="auto"/>
            </w:pPr>
            <w:r>
              <w:t xml:space="preserve">          </w:t>
            </w:r>
            <w:r w:rsidRPr="00AD5C1B">
              <w:t>___</w:t>
            </w:r>
            <w:r>
              <w:t>/2</w:t>
            </w:r>
            <w:r w:rsidRPr="00AD5C1B">
              <w:t xml:space="preserve"> </w:t>
            </w:r>
            <w:r>
              <w:t>Creative and neat</w:t>
            </w:r>
          </w:p>
          <w:p w:rsidR="00084FF5" w:rsidRPr="00F15D9E" w:rsidRDefault="00084FF5" w:rsidP="000937C0">
            <w:pPr>
              <w:spacing w:line="240" w:lineRule="auto"/>
            </w:pPr>
          </w:p>
        </w:tc>
      </w:tr>
      <w:tr w:rsidR="00084FF5" w:rsidRPr="00F15D9E" w:rsidTr="000937C0">
        <w:tc>
          <w:tcPr>
            <w:tcW w:w="4908" w:type="dxa"/>
          </w:tcPr>
          <w:p w:rsidR="00084FF5" w:rsidRDefault="00084FF5" w:rsidP="00F0473D">
            <w:pPr>
              <w:spacing w:line="240" w:lineRule="auto"/>
              <w:jc w:val="center"/>
              <w:rPr>
                <w:b/>
                <w:u w:val="single"/>
              </w:rPr>
            </w:pPr>
            <w:r w:rsidRPr="00F0473D">
              <w:rPr>
                <w:b/>
                <w:u w:val="single"/>
              </w:rPr>
              <w:t>PENICILLIN GRAPHS</w:t>
            </w:r>
          </w:p>
          <w:p w:rsidR="00084FF5" w:rsidRDefault="00084FF5" w:rsidP="00F0473D">
            <w:pPr>
              <w:spacing w:line="240" w:lineRule="auto"/>
              <w:jc w:val="center"/>
              <w:rPr>
                <w:b/>
                <w:u w:val="single"/>
              </w:rPr>
            </w:pPr>
          </w:p>
          <w:p w:rsidR="00084FF5" w:rsidRDefault="00084FF5" w:rsidP="00F0473D">
            <w:pPr>
              <w:spacing w:line="240" w:lineRule="auto"/>
            </w:pPr>
            <w:r w:rsidRPr="00AD5C1B">
              <w:t xml:space="preserve">___ </w:t>
            </w:r>
            <w:r>
              <w:t>/20</w:t>
            </w:r>
            <w:r w:rsidRPr="00AD5C1B">
              <w:t xml:space="preserve"> </w:t>
            </w:r>
            <w:r>
              <w:t>Question #1 (must be legible, neat, and</w:t>
            </w:r>
          </w:p>
          <w:p w:rsidR="00084FF5" w:rsidRDefault="00084FF5" w:rsidP="00F0473D">
            <w:pPr>
              <w:spacing w:line="240" w:lineRule="auto"/>
            </w:pPr>
            <w:r>
              <w:t xml:space="preserve">               colored)         </w:t>
            </w:r>
          </w:p>
          <w:p w:rsidR="00084FF5" w:rsidRPr="00AD5C1B" w:rsidRDefault="00084FF5" w:rsidP="00F0473D">
            <w:pPr>
              <w:spacing w:line="240" w:lineRule="auto"/>
            </w:pPr>
            <w:r>
              <w:t xml:space="preserve">          </w:t>
            </w:r>
            <w:r w:rsidRPr="00AD5C1B">
              <w:t>___</w:t>
            </w:r>
            <w:r>
              <w:t>/5</w:t>
            </w:r>
            <w:r w:rsidRPr="00AD5C1B">
              <w:t xml:space="preserve"> </w:t>
            </w:r>
            <w:r>
              <w:t>Tally Chart (labeled and titled)</w:t>
            </w:r>
          </w:p>
          <w:p w:rsidR="00084FF5" w:rsidRPr="00AD5C1B" w:rsidRDefault="00084FF5" w:rsidP="00F0473D">
            <w:pPr>
              <w:spacing w:line="240" w:lineRule="auto"/>
            </w:pPr>
            <w:r w:rsidRPr="00AD5C1B">
              <w:t xml:space="preserve">          ___</w:t>
            </w:r>
            <w:r>
              <w:t>/5</w:t>
            </w:r>
            <w:r w:rsidRPr="00AD5C1B">
              <w:t xml:space="preserve"> </w:t>
            </w:r>
            <w:r>
              <w:t>Frequency Table (labeled and titled)</w:t>
            </w:r>
          </w:p>
          <w:p w:rsidR="00084FF5" w:rsidRPr="00AD5C1B" w:rsidRDefault="00084FF5" w:rsidP="00F0473D">
            <w:pPr>
              <w:spacing w:line="240" w:lineRule="auto"/>
            </w:pPr>
            <w:r w:rsidRPr="00AD5C1B">
              <w:t xml:space="preserve">          ___</w:t>
            </w:r>
            <w:r>
              <w:t>/5</w:t>
            </w:r>
            <w:r w:rsidRPr="00AD5C1B">
              <w:t xml:space="preserve"> </w:t>
            </w:r>
            <w:r>
              <w:t>Circle Graph</w:t>
            </w:r>
            <w:r w:rsidRPr="00AD5C1B">
              <w:t xml:space="preserve"> </w:t>
            </w:r>
            <w:r>
              <w:t>(labeled and titled)</w:t>
            </w:r>
          </w:p>
          <w:p w:rsidR="00084FF5" w:rsidRDefault="00084FF5" w:rsidP="001F7972">
            <w:pPr>
              <w:spacing w:line="240" w:lineRule="auto"/>
            </w:pPr>
            <w:r w:rsidRPr="00AD5C1B">
              <w:t xml:space="preserve">          ___</w:t>
            </w:r>
            <w:r>
              <w:t>/5</w:t>
            </w:r>
            <w:r w:rsidRPr="00AD5C1B">
              <w:t xml:space="preserve"> </w:t>
            </w:r>
            <w:r>
              <w:t>Bar Graph(labeled and titled)</w:t>
            </w:r>
          </w:p>
          <w:p w:rsidR="00084FF5" w:rsidRDefault="00084FF5" w:rsidP="001F7972">
            <w:pPr>
              <w:spacing w:line="240" w:lineRule="auto"/>
            </w:pPr>
            <w:r w:rsidRPr="00AD5C1B">
              <w:t xml:space="preserve">___ </w:t>
            </w:r>
            <w:r>
              <w:t>/20</w:t>
            </w:r>
            <w:r w:rsidRPr="00AD5C1B">
              <w:t xml:space="preserve"> </w:t>
            </w:r>
            <w:r>
              <w:t xml:space="preserve">Question #2 (must be legible, neat, and </w:t>
            </w:r>
          </w:p>
          <w:p w:rsidR="00084FF5" w:rsidRDefault="00084FF5" w:rsidP="001F7972">
            <w:pPr>
              <w:spacing w:line="240" w:lineRule="auto"/>
            </w:pPr>
            <w:r>
              <w:t xml:space="preserve">                colored)         </w:t>
            </w:r>
          </w:p>
          <w:p w:rsidR="00084FF5" w:rsidRPr="00AD5C1B" w:rsidRDefault="00084FF5" w:rsidP="001F7972">
            <w:pPr>
              <w:spacing w:line="240" w:lineRule="auto"/>
            </w:pPr>
            <w:r>
              <w:t xml:space="preserve">          </w:t>
            </w:r>
            <w:r w:rsidRPr="00AD5C1B">
              <w:t>___</w:t>
            </w:r>
            <w:r>
              <w:t>/5</w:t>
            </w:r>
            <w:r w:rsidRPr="00AD5C1B">
              <w:t xml:space="preserve"> </w:t>
            </w:r>
            <w:r>
              <w:t>Tally Chart (labeled and titled)</w:t>
            </w:r>
          </w:p>
          <w:p w:rsidR="00084FF5" w:rsidRPr="00AD5C1B" w:rsidRDefault="00084FF5" w:rsidP="001F7972">
            <w:pPr>
              <w:spacing w:line="240" w:lineRule="auto"/>
            </w:pPr>
            <w:r w:rsidRPr="00AD5C1B">
              <w:t xml:space="preserve">          ___</w:t>
            </w:r>
            <w:r>
              <w:t>/5</w:t>
            </w:r>
            <w:r w:rsidRPr="00AD5C1B">
              <w:t xml:space="preserve"> </w:t>
            </w:r>
            <w:r>
              <w:t>Frequency Table (labeled and titled)</w:t>
            </w:r>
          </w:p>
          <w:p w:rsidR="00084FF5" w:rsidRPr="00AD5C1B" w:rsidRDefault="00084FF5" w:rsidP="001F7972">
            <w:pPr>
              <w:spacing w:line="240" w:lineRule="auto"/>
            </w:pPr>
            <w:r w:rsidRPr="00AD5C1B">
              <w:t xml:space="preserve">          ___</w:t>
            </w:r>
            <w:r>
              <w:t>/5</w:t>
            </w:r>
            <w:r w:rsidRPr="00AD5C1B">
              <w:t xml:space="preserve"> </w:t>
            </w:r>
            <w:r>
              <w:t>Circle Graph</w:t>
            </w:r>
            <w:r w:rsidRPr="00AD5C1B">
              <w:t xml:space="preserve"> </w:t>
            </w:r>
            <w:r>
              <w:t>(labeled and titled)</w:t>
            </w:r>
          </w:p>
          <w:p w:rsidR="00084FF5" w:rsidRPr="001F7972" w:rsidRDefault="00084FF5" w:rsidP="001F7972">
            <w:pPr>
              <w:spacing w:line="240" w:lineRule="auto"/>
            </w:pPr>
            <w:r w:rsidRPr="00AD5C1B">
              <w:t xml:space="preserve">          ___</w:t>
            </w:r>
            <w:r>
              <w:t>/5</w:t>
            </w:r>
            <w:r w:rsidRPr="00AD5C1B">
              <w:t xml:space="preserve"> </w:t>
            </w:r>
            <w:r>
              <w:t>Bar Graph(labeled and titled)</w:t>
            </w:r>
          </w:p>
        </w:tc>
        <w:tc>
          <w:tcPr>
            <w:tcW w:w="4348" w:type="dxa"/>
          </w:tcPr>
          <w:p w:rsidR="00084FF5" w:rsidRPr="001F7972" w:rsidRDefault="00084FF5" w:rsidP="001F7972">
            <w:pPr>
              <w:spacing w:line="240" w:lineRule="auto"/>
              <w:jc w:val="center"/>
              <w:rPr>
                <w:b/>
                <w:u w:val="single"/>
              </w:rPr>
            </w:pPr>
            <w:r w:rsidRPr="001F7972">
              <w:rPr>
                <w:b/>
                <w:u w:val="single"/>
              </w:rPr>
              <w:t>TOP TOPIC:  SMALL POX</w:t>
            </w:r>
          </w:p>
          <w:p w:rsidR="00084FF5" w:rsidRDefault="00084FF5" w:rsidP="001F7972">
            <w:pPr>
              <w:spacing w:line="240" w:lineRule="auto"/>
            </w:pPr>
            <w:r w:rsidRPr="00AD5C1B">
              <w:t xml:space="preserve">___ </w:t>
            </w:r>
            <w:r>
              <w:t>/30 Project</w:t>
            </w:r>
          </w:p>
          <w:p w:rsidR="00084FF5" w:rsidRDefault="00084FF5" w:rsidP="001F7972">
            <w:pPr>
              <w:spacing w:line="240" w:lineRule="auto"/>
            </w:pPr>
            <w:r>
              <w:t xml:space="preserve">          </w:t>
            </w:r>
            <w:r w:rsidRPr="00AD5C1B">
              <w:t>___</w:t>
            </w:r>
            <w:r>
              <w:t>/10</w:t>
            </w:r>
            <w:r w:rsidRPr="00AD5C1B">
              <w:t xml:space="preserve"> </w:t>
            </w:r>
            <w:r>
              <w:t xml:space="preserve">Answered question in </w:t>
            </w:r>
          </w:p>
          <w:p w:rsidR="00084FF5" w:rsidRDefault="00084FF5" w:rsidP="001F7972">
            <w:pPr>
              <w:spacing w:line="240" w:lineRule="auto"/>
            </w:pPr>
            <w:r>
              <w:t xml:space="preserve">                       complete sentences</w:t>
            </w:r>
          </w:p>
          <w:p w:rsidR="00084FF5" w:rsidRDefault="00084FF5" w:rsidP="001F7972">
            <w:pPr>
              <w:spacing w:line="240" w:lineRule="auto"/>
            </w:pPr>
            <w:r>
              <w:t xml:space="preserve">          </w:t>
            </w:r>
            <w:r w:rsidRPr="00AD5C1B">
              <w:t>___</w:t>
            </w:r>
            <w:r>
              <w:t>/20</w:t>
            </w:r>
            <w:r w:rsidRPr="00AD5C1B">
              <w:t xml:space="preserve"> </w:t>
            </w:r>
            <w:r>
              <w:t>Paragraph contains at least 5</w:t>
            </w:r>
          </w:p>
          <w:p w:rsidR="00084FF5" w:rsidRDefault="00084FF5" w:rsidP="001F7972">
            <w:pPr>
              <w:spacing w:line="240" w:lineRule="auto"/>
            </w:pPr>
            <w:r>
              <w:t xml:space="preserve">                      sentences</w:t>
            </w:r>
          </w:p>
          <w:p w:rsidR="00084FF5" w:rsidRPr="00AD5C1B" w:rsidRDefault="00084FF5" w:rsidP="001F7972">
            <w:pPr>
              <w:spacing w:line="240" w:lineRule="auto"/>
            </w:pPr>
            <w:r w:rsidRPr="00AD5C1B">
              <w:t xml:space="preserve">          </w:t>
            </w:r>
            <w:r>
              <w:t xml:space="preserve">      </w:t>
            </w:r>
            <w:r w:rsidRPr="00AD5C1B">
              <w:t>___</w:t>
            </w:r>
            <w:r>
              <w:t>/4</w:t>
            </w:r>
            <w:r w:rsidRPr="00AD5C1B">
              <w:t xml:space="preserve"> </w:t>
            </w:r>
            <w:r>
              <w:t>Topic Sentence</w:t>
            </w:r>
          </w:p>
          <w:p w:rsidR="00084FF5" w:rsidRDefault="00084FF5" w:rsidP="001F7972">
            <w:pPr>
              <w:spacing w:line="240" w:lineRule="auto"/>
            </w:pPr>
            <w:r w:rsidRPr="00AD5C1B">
              <w:t xml:space="preserve">         </w:t>
            </w:r>
            <w:r>
              <w:t xml:space="preserve"> </w:t>
            </w:r>
            <w:r w:rsidRPr="00AD5C1B">
              <w:t xml:space="preserve"> </w:t>
            </w:r>
            <w:r>
              <w:t xml:space="preserve">     </w:t>
            </w:r>
            <w:r w:rsidRPr="00AD5C1B">
              <w:t>___</w:t>
            </w:r>
            <w:r>
              <w:t>/12</w:t>
            </w:r>
            <w:r w:rsidRPr="00AD5C1B">
              <w:t xml:space="preserve"> </w:t>
            </w:r>
            <w:r>
              <w:t xml:space="preserve">3+ supporting sentences </w:t>
            </w:r>
          </w:p>
          <w:p w:rsidR="00084FF5" w:rsidRDefault="00084FF5" w:rsidP="001F7972">
            <w:pPr>
              <w:spacing w:line="240" w:lineRule="auto"/>
            </w:pPr>
            <w:r>
              <w:t xml:space="preserve">                             on your choice stated in</w:t>
            </w:r>
          </w:p>
          <w:p w:rsidR="00084FF5" w:rsidRPr="00AD5C1B" w:rsidRDefault="00084FF5" w:rsidP="001F7972">
            <w:pPr>
              <w:spacing w:line="240" w:lineRule="auto"/>
            </w:pPr>
            <w:r>
              <w:t xml:space="preserve">                             topic sentence</w:t>
            </w:r>
          </w:p>
          <w:p w:rsidR="00084FF5" w:rsidRPr="00AD5C1B" w:rsidRDefault="00084FF5" w:rsidP="001F7972">
            <w:pPr>
              <w:spacing w:line="240" w:lineRule="auto"/>
            </w:pPr>
            <w:r w:rsidRPr="00AD5C1B">
              <w:t xml:space="preserve">          </w:t>
            </w:r>
            <w:r>
              <w:t xml:space="preserve">      </w:t>
            </w:r>
            <w:r w:rsidRPr="00AD5C1B">
              <w:t>___</w:t>
            </w:r>
            <w:r>
              <w:t>/4</w:t>
            </w:r>
            <w:r w:rsidRPr="00AD5C1B">
              <w:t xml:space="preserve"> </w:t>
            </w:r>
            <w:r>
              <w:t>Concluding sentence</w:t>
            </w:r>
          </w:p>
          <w:p w:rsidR="00084FF5" w:rsidRPr="00AD5C1B" w:rsidRDefault="00084FF5" w:rsidP="001F7972">
            <w:pPr>
              <w:spacing w:line="240" w:lineRule="auto"/>
            </w:pPr>
            <w:r>
              <w:t xml:space="preserve">___ /10 Mechanics </w:t>
            </w:r>
          </w:p>
          <w:p w:rsidR="00084FF5" w:rsidRPr="00AD5C1B" w:rsidRDefault="00084FF5" w:rsidP="001F7972">
            <w:pPr>
              <w:spacing w:line="240" w:lineRule="auto"/>
            </w:pPr>
            <w:r>
              <w:t xml:space="preserve">          </w:t>
            </w:r>
            <w:r w:rsidRPr="00AD5C1B">
              <w:t>___</w:t>
            </w:r>
            <w:r>
              <w:t>/2</w:t>
            </w:r>
            <w:r w:rsidRPr="00AD5C1B">
              <w:t xml:space="preserve"> Typed or written </w:t>
            </w:r>
            <w:r>
              <w:t>legibly</w:t>
            </w:r>
          </w:p>
          <w:p w:rsidR="00084FF5" w:rsidRPr="00AD5C1B" w:rsidRDefault="00084FF5" w:rsidP="001F7972">
            <w:pPr>
              <w:spacing w:line="240" w:lineRule="auto"/>
            </w:pPr>
            <w:r>
              <w:t xml:space="preserve">          </w:t>
            </w:r>
            <w:r w:rsidRPr="00AD5C1B">
              <w:t>___</w:t>
            </w:r>
            <w:r>
              <w:t>/8</w:t>
            </w:r>
            <w:r w:rsidRPr="00AD5C1B">
              <w:t xml:space="preserve"> Spelling and grammar correct</w:t>
            </w:r>
          </w:p>
          <w:p w:rsidR="00084FF5" w:rsidRPr="00FF68C6" w:rsidRDefault="00084FF5" w:rsidP="000937C0">
            <w:pPr>
              <w:spacing w:line="240" w:lineRule="auto"/>
            </w:pPr>
            <w:r>
              <w:t xml:space="preserve">          </w:t>
            </w:r>
          </w:p>
        </w:tc>
        <w:tc>
          <w:tcPr>
            <w:tcW w:w="5544" w:type="dxa"/>
          </w:tcPr>
          <w:p w:rsidR="00084FF5" w:rsidRPr="00D41B3A" w:rsidRDefault="00084FF5" w:rsidP="00D41B3A">
            <w:pPr>
              <w:spacing w:line="240" w:lineRule="auto"/>
              <w:jc w:val="center"/>
              <w:rPr>
                <w:b/>
                <w:u w:val="single"/>
              </w:rPr>
            </w:pPr>
            <w:r w:rsidRPr="00D41B3A">
              <w:rPr>
                <w:b/>
                <w:u w:val="single"/>
              </w:rPr>
              <w:t>DOCTOR’S OFFICE DISPLAY ABOUT A VACCINE</w:t>
            </w:r>
          </w:p>
          <w:p w:rsidR="00084FF5" w:rsidRDefault="00084FF5" w:rsidP="001F7972">
            <w:pPr>
              <w:spacing w:line="240" w:lineRule="auto"/>
            </w:pPr>
            <w:r w:rsidRPr="00AD5C1B">
              <w:t xml:space="preserve">___ </w:t>
            </w:r>
            <w:r>
              <w:t>/20 Research</w:t>
            </w:r>
          </w:p>
          <w:p w:rsidR="00084FF5" w:rsidRDefault="00084FF5" w:rsidP="001F7972">
            <w:pPr>
              <w:spacing w:line="240" w:lineRule="auto"/>
            </w:pPr>
            <w:r>
              <w:t xml:space="preserve">          </w:t>
            </w:r>
            <w:r w:rsidRPr="00AD5C1B">
              <w:t>___</w:t>
            </w:r>
            <w:r>
              <w:t>/3</w:t>
            </w:r>
            <w:r w:rsidRPr="00AD5C1B">
              <w:t xml:space="preserve"> </w:t>
            </w:r>
            <w:r>
              <w:t>Name of disease</w:t>
            </w:r>
          </w:p>
          <w:p w:rsidR="00084FF5" w:rsidRPr="00AD5C1B" w:rsidRDefault="00084FF5" w:rsidP="001F7972">
            <w:pPr>
              <w:spacing w:line="240" w:lineRule="auto"/>
            </w:pPr>
            <w:r>
              <w:t xml:space="preserve">          </w:t>
            </w:r>
            <w:r w:rsidRPr="00AD5C1B">
              <w:t>___</w:t>
            </w:r>
            <w:r>
              <w:t>/3 Type of disease</w:t>
            </w:r>
          </w:p>
          <w:p w:rsidR="00084FF5" w:rsidRPr="00AD5C1B" w:rsidRDefault="00084FF5" w:rsidP="001F7972">
            <w:pPr>
              <w:spacing w:line="240" w:lineRule="auto"/>
            </w:pPr>
            <w:r w:rsidRPr="00AD5C1B">
              <w:t xml:space="preserve">          ___</w:t>
            </w:r>
            <w:r>
              <w:t>/3 Symptoms of disease</w:t>
            </w:r>
          </w:p>
          <w:p w:rsidR="00084FF5" w:rsidRPr="00AD5C1B" w:rsidRDefault="00084FF5" w:rsidP="001F7972">
            <w:pPr>
              <w:spacing w:line="240" w:lineRule="auto"/>
            </w:pPr>
            <w:r w:rsidRPr="00AD5C1B">
              <w:t xml:space="preserve">          ___</w:t>
            </w:r>
            <w:r>
              <w:t>/3 Name of Vaccine</w:t>
            </w:r>
          </w:p>
          <w:p w:rsidR="00084FF5" w:rsidRPr="00AD5C1B" w:rsidRDefault="00084FF5" w:rsidP="001F7972">
            <w:pPr>
              <w:spacing w:line="240" w:lineRule="auto"/>
            </w:pPr>
            <w:r w:rsidRPr="00AD5C1B">
              <w:t xml:space="preserve">          ___</w:t>
            </w:r>
            <w:r>
              <w:t>/3 Year started vaccinating people</w:t>
            </w:r>
          </w:p>
          <w:p w:rsidR="00084FF5" w:rsidRPr="00AD5C1B" w:rsidRDefault="00084FF5" w:rsidP="001F7972">
            <w:pPr>
              <w:spacing w:line="240" w:lineRule="auto"/>
            </w:pPr>
            <w:r w:rsidRPr="00AD5C1B">
              <w:t xml:space="preserve">          ___</w:t>
            </w:r>
            <w:r>
              <w:t>/5</w:t>
            </w:r>
            <w:r w:rsidRPr="00AD5C1B">
              <w:t xml:space="preserve"> </w:t>
            </w:r>
            <w:r>
              <w:t>Why is it important to have the vaccine?</w:t>
            </w:r>
          </w:p>
          <w:p w:rsidR="00084FF5" w:rsidRDefault="00084FF5" w:rsidP="001F7972">
            <w:pPr>
              <w:spacing w:line="240" w:lineRule="auto"/>
            </w:pPr>
            <w:r>
              <w:t>___ /20Dsplay</w:t>
            </w:r>
          </w:p>
          <w:p w:rsidR="00084FF5" w:rsidRDefault="00084FF5" w:rsidP="001F7972">
            <w:pPr>
              <w:spacing w:line="240" w:lineRule="auto"/>
            </w:pPr>
            <w:r>
              <w:t xml:space="preserve">         </w:t>
            </w:r>
            <w:r w:rsidRPr="00AD5C1B">
              <w:t>___</w:t>
            </w:r>
            <w:r>
              <w:t>/5</w:t>
            </w:r>
            <w:r w:rsidRPr="00AD5C1B">
              <w:t xml:space="preserve"> </w:t>
            </w:r>
            <w:r>
              <w:t>Acceptable for a doctor’s office</w:t>
            </w:r>
          </w:p>
          <w:p w:rsidR="00084FF5" w:rsidRPr="00AD5C1B" w:rsidRDefault="00084FF5" w:rsidP="001F7972">
            <w:pPr>
              <w:spacing w:line="240" w:lineRule="auto"/>
            </w:pPr>
            <w:r>
              <w:t xml:space="preserve">          </w:t>
            </w:r>
            <w:r w:rsidRPr="00AD5C1B">
              <w:t>___</w:t>
            </w:r>
            <w:r>
              <w:t>/3</w:t>
            </w:r>
            <w:r w:rsidRPr="00AD5C1B">
              <w:t xml:space="preserve"> </w:t>
            </w:r>
            <w:r>
              <w:t>Picture of one inflicted with disease</w:t>
            </w:r>
          </w:p>
          <w:p w:rsidR="00084FF5" w:rsidRPr="00AD5C1B" w:rsidRDefault="00084FF5" w:rsidP="001F7972">
            <w:pPr>
              <w:spacing w:line="240" w:lineRule="auto"/>
            </w:pPr>
            <w:r>
              <w:t xml:space="preserve">          </w:t>
            </w:r>
            <w:r w:rsidRPr="00AD5C1B">
              <w:t>___</w:t>
            </w:r>
            <w:r>
              <w:t>/3</w:t>
            </w:r>
            <w:r w:rsidRPr="00AD5C1B">
              <w:t xml:space="preserve"> Typed or written </w:t>
            </w:r>
            <w:r>
              <w:t>legibly</w:t>
            </w:r>
          </w:p>
          <w:p w:rsidR="00084FF5" w:rsidRPr="00AD5C1B" w:rsidRDefault="00084FF5" w:rsidP="001F7972">
            <w:pPr>
              <w:spacing w:line="240" w:lineRule="auto"/>
            </w:pPr>
            <w:r>
              <w:t xml:space="preserve">          </w:t>
            </w:r>
            <w:r w:rsidRPr="00AD5C1B">
              <w:t>___</w:t>
            </w:r>
            <w:r>
              <w:t>/3</w:t>
            </w:r>
            <w:r w:rsidRPr="00AD5C1B">
              <w:t xml:space="preserve"> Spelling and grammar correct</w:t>
            </w:r>
          </w:p>
          <w:p w:rsidR="00084FF5" w:rsidRDefault="00084FF5" w:rsidP="001F7972">
            <w:pPr>
              <w:spacing w:line="240" w:lineRule="auto"/>
            </w:pPr>
            <w:r>
              <w:t xml:space="preserve">          </w:t>
            </w:r>
            <w:r w:rsidRPr="00AD5C1B">
              <w:t>___</w:t>
            </w:r>
            <w:r>
              <w:t>/3</w:t>
            </w:r>
            <w:r w:rsidRPr="00AD5C1B">
              <w:t xml:space="preserve"> Pictures have sources sited </w:t>
            </w:r>
          </w:p>
          <w:p w:rsidR="00084FF5" w:rsidRDefault="00084FF5" w:rsidP="001F7972">
            <w:pPr>
              <w:spacing w:line="240" w:lineRule="auto"/>
            </w:pPr>
            <w:r>
              <w:t xml:space="preserve">                     </w:t>
            </w:r>
            <w:r w:rsidRPr="00AD5C1B">
              <w:t>(website copied from, etc.)</w:t>
            </w:r>
          </w:p>
          <w:p w:rsidR="00084FF5" w:rsidRDefault="00084FF5" w:rsidP="001F7972">
            <w:pPr>
              <w:spacing w:line="240" w:lineRule="auto"/>
            </w:pPr>
            <w:r>
              <w:t xml:space="preserve">          </w:t>
            </w:r>
            <w:r w:rsidRPr="00AD5C1B">
              <w:t>___</w:t>
            </w:r>
            <w:r>
              <w:t>/3</w:t>
            </w:r>
            <w:r w:rsidRPr="00AD5C1B">
              <w:t xml:space="preserve"> </w:t>
            </w:r>
            <w:r>
              <w:t>Creative and neat</w:t>
            </w:r>
          </w:p>
          <w:p w:rsidR="00084FF5" w:rsidRPr="00F15D9E" w:rsidRDefault="00084FF5" w:rsidP="001F7972">
            <w:pPr>
              <w:spacing w:line="240" w:lineRule="auto"/>
            </w:pPr>
          </w:p>
        </w:tc>
      </w:tr>
      <w:tr w:rsidR="00084FF5" w:rsidRPr="00F15D9E" w:rsidTr="000937C0">
        <w:tc>
          <w:tcPr>
            <w:tcW w:w="4908" w:type="dxa"/>
          </w:tcPr>
          <w:p w:rsidR="00084FF5" w:rsidRDefault="00084FF5" w:rsidP="000937C0">
            <w:pPr>
              <w:spacing w:line="240" w:lineRule="auto"/>
            </w:pPr>
          </w:p>
          <w:p w:rsidR="00084FF5" w:rsidRPr="003E6035" w:rsidRDefault="00084FF5" w:rsidP="003E6035">
            <w:pPr>
              <w:spacing w:line="240" w:lineRule="auto"/>
              <w:jc w:val="center"/>
              <w:rPr>
                <w:b/>
                <w:u w:val="single"/>
              </w:rPr>
            </w:pPr>
            <w:r w:rsidRPr="003E6035">
              <w:rPr>
                <w:b/>
                <w:u w:val="single"/>
              </w:rPr>
              <w:t>DECOMPOSER CARTOON</w:t>
            </w:r>
          </w:p>
          <w:p w:rsidR="00084FF5" w:rsidRDefault="00084FF5" w:rsidP="00D41B3A">
            <w:pPr>
              <w:spacing w:line="240" w:lineRule="auto"/>
            </w:pPr>
          </w:p>
          <w:p w:rsidR="00084FF5" w:rsidRDefault="00084FF5" w:rsidP="00D41B3A">
            <w:pPr>
              <w:spacing w:line="240" w:lineRule="auto"/>
            </w:pPr>
            <w:r w:rsidRPr="00AD5C1B">
              <w:t xml:space="preserve">___ </w:t>
            </w:r>
            <w:r>
              <w:t>/40 Project</w:t>
            </w:r>
          </w:p>
          <w:p w:rsidR="00084FF5" w:rsidRPr="00AD5C1B" w:rsidRDefault="00084FF5" w:rsidP="00D41B3A">
            <w:pPr>
              <w:spacing w:line="240" w:lineRule="auto"/>
            </w:pPr>
            <w:r>
              <w:t xml:space="preserve">          </w:t>
            </w:r>
            <w:r w:rsidRPr="00AD5C1B">
              <w:t>___</w:t>
            </w:r>
            <w:r>
              <w:t>/16</w:t>
            </w:r>
            <w:r w:rsidRPr="00AD5C1B">
              <w:t xml:space="preserve"> </w:t>
            </w:r>
            <w:r>
              <w:t>8+ Frames</w:t>
            </w:r>
          </w:p>
          <w:p w:rsidR="00084FF5" w:rsidRPr="00AD5C1B" w:rsidRDefault="00084FF5" w:rsidP="00D41B3A">
            <w:pPr>
              <w:spacing w:line="240" w:lineRule="auto"/>
            </w:pPr>
            <w:r>
              <w:t xml:space="preserve">          </w:t>
            </w:r>
            <w:r w:rsidRPr="00AD5C1B">
              <w:t>___</w:t>
            </w:r>
            <w:r>
              <w:t>/5</w:t>
            </w:r>
            <w:r w:rsidRPr="00AD5C1B">
              <w:t xml:space="preserve"> </w:t>
            </w:r>
            <w:r>
              <w:t>Explains what a decomposer does</w:t>
            </w:r>
          </w:p>
          <w:p w:rsidR="00084FF5" w:rsidRDefault="00084FF5" w:rsidP="00D41B3A">
            <w:pPr>
              <w:spacing w:line="240" w:lineRule="auto"/>
            </w:pPr>
            <w:r w:rsidRPr="00AD5C1B">
              <w:t xml:space="preserve">          ___</w:t>
            </w:r>
            <w:r>
              <w:t>/5</w:t>
            </w:r>
            <w:r w:rsidRPr="00AD5C1B">
              <w:t xml:space="preserve"> </w:t>
            </w:r>
            <w:r>
              <w:t xml:space="preserve">Contains a fungus or bacteria as </w:t>
            </w:r>
          </w:p>
          <w:p w:rsidR="00084FF5" w:rsidRPr="00AD5C1B" w:rsidRDefault="00084FF5" w:rsidP="00D41B3A">
            <w:pPr>
              <w:spacing w:line="240" w:lineRule="auto"/>
            </w:pPr>
            <w:r>
              <w:t xml:space="preserve">                     decomposer</w:t>
            </w:r>
          </w:p>
          <w:p w:rsidR="00084FF5" w:rsidRPr="00AD5C1B" w:rsidRDefault="00084FF5" w:rsidP="00D41B3A">
            <w:pPr>
              <w:spacing w:line="240" w:lineRule="auto"/>
            </w:pPr>
            <w:r w:rsidRPr="00AD5C1B">
              <w:t xml:space="preserve">          ___</w:t>
            </w:r>
            <w:r>
              <w:t>/2</w:t>
            </w:r>
            <w:r w:rsidRPr="00AD5C1B">
              <w:t xml:space="preserve"> </w:t>
            </w:r>
            <w:r>
              <w:t>Informative</w:t>
            </w:r>
          </w:p>
          <w:p w:rsidR="00084FF5" w:rsidRPr="00AD5C1B" w:rsidRDefault="00084FF5" w:rsidP="00D41B3A">
            <w:pPr>
              <w:spacing w:line="240" w:lineRule="auto"/>
            </w:pPr>
            <w:r w:rsidRPr="00AD5C1B">
              <w:t xml:space="preserve">          ___</w:t>
            </w:r>
            <w:r>
              <w:t>/4</w:t>
            </w:r>
            <w:r w:rsidRPr="00AD5C1B">
              <w:t xml:space="preserve"> </w:t>
            </w:r>
            <w:r>
              <w:t>Neat</w:t>
            </w:r>
          </w:p>
          <w:p w:rsidR="00084FF5" w:rsidRPr="00AD5C1B" w:rsidRDefault="00084FF5" w:rsidP="00D41B3A">
            <w:pPr>
              <w:spacing w:line="240" w:lineRule="auto"/>
            </w:pPr>
            <w:r w:rsidRPr="00AD5C1B">
              <w:t xml:space="preserve">          ___</w:t>
            </w:r>
            <w:r>
              <w:t>/4</w:t>
            </w:r>
            <w:r w:rsidRPr="00AD5C1B">
              <w:t xml:space="preserve"> </w:t>
            </w:r>
            <w:r>
              <w:t>Colorful or black and white</w:t>
            </w:r>
          </w:p>
          <w:p w:rsidR="00084FF5" w:rsidRPr="00AD5C1B" w:rsidRDefault="00084FF5" w:rsidP="00D41B3A">
            <w:pPr>
              <w:spacing w:line="240" w:lineRule="auto"/>
            </w:pPr>
            <w:r>
              <w:t xml:space="preserve">          </w:t>
            </w:r>
            <w:r w:rsidRPr="00AD5C1B">
              <w:t>___</w:t>
            </w:r>
            <w:r>
              <w:t>/4</w:t>
            </w:r>
            <w:r w:rsidRPr="00AD5C1B">
              <w:t xml:space="preserve"> </w:t>
            </w:r>
            <w:r>
              <w:t>Creative</w:t>
            </w:r>
          </w:p>
          <w:p w:rsidR="00084FF5" w:rsidRPr="00F15D9E" w:rsidRDefault="00084FF5" w:rsidP="00D41B3A">
            <w:pPr>
              <w:spacing w:line="240" w:lineRule="auto"/>
            </w:pPr>
          </w:p>
        </w:tc>
        <w:tc>
          <w:tcPr>
            <w:tcW w:w="4348" w:type="dxa"/>
          </w:tcPr>
          <w:p w:rsidR="00084FF5" w:rsidRDefault="00084FF5" w:rsidP="003E6035">
            <w:pPr>
              <w:spacing w:line="240" w:lineRule="auto"/>
              <w:rPr>
                <w:b/>
              </w:rPr>
            </w:pPr>
          </w:p>
          <w:p w:rsidR="00084FF5" w:rsidRDefault="00084FF5" w:rsidP="009265A9">
            <w:pPr>
              <w:spacing w:line="240" w:lineRule="auto"/>
              <w:jc w:val="center"/>
              <w:rPr>
                <w:b/>
                <w:u w:val="single"/>
              </w:rPr>
            </w:pPr>
            <w:r>
              <w:rPr>
                <w:b/>
                <w:u w:val="single"/>
              </w:rPr>
              <w:t>SPORE R.A.F.T.</w:t>
            </w:r>
          </w:p>
          <w:p w:rsidR="00084FF5" w:rsidRDefault="00084FF5" w:rsidP="009265A9">
            <w:pPr>
              <w:spacing w:line="240" w:lineRule="auto"/>
              <w:jc w:val="center"/>
              <w:rPr>
                <w:b/>
              </w:rPr>
            </w:pPr>
          </w:p>
          <w:p w:rsidR="00084FF5" w:rsidRDefault="00084FF5" w:rsidP="003E6035">
            <w:pPr>
              <w:spacing w:line="240" w:lineRule="auto"/>
            </w:pPr>
            <w:r w:rsidRPr="00AD5C1B">
              <w:t xml:space="preserve">___ </w:t>
            </w:r>
            <w:r>
              <w:t>/30 Project</w:t>
            </w:r>
          </w:p>
          <w:p w:rsidR="00084FF5" w:rsidRDefault="00084FF5" w:rsidP="003E6035">
            <w:pPr>
              <w:spacing w:line="240" w:lineRule="auto"/>
            </w:pPr>
            <w:r>
              <w:t xml:space="preserve">          </w:t>
            </w:r>
            <w:r w:rsidRPr="00AD5C1B">
              <w:t>___</w:t>
            </w:r>
            <w:r>
              <w:t xml:space="preserve">/5 Identifies Role, Audience, </w:t>
            </w:r>
          </w:p>
          <w:p w:rsidR="00084FF5" w:rsidRDefault="00084FF5" w:rsidP="003E6035">
            <w:pPr>
              <w:spacing w:line="240" w:lineRule="auto"/>
            </w:pPr>
            <w:r>
              <w:t xml:space="preserve">                        Format, and Topic before</w:t>
            </w:r>
          </w:p>
          <w:p w:rsidR="00084FF5" w:rsidRDefault="00084FF5" w:rsidP="003E6035">
            <w:pPr>
              <w:spacing w:line="240" w:lineRule="auto"/>
            </w:pPr>
            <w:r>
              <w:t xml:space="preserve">                        starting the writing     </w:t>
            </w:r>
          </w:p>
          <w:p w:rsidR="00084FF5" w:rsidRPr="00AD5C1B" w:rsidRDefault="00084FF5" w:rsidP="003E6035">
            <w:pPr>
              <w:spacing w:line="240" w:lineRule="auto"/>
            </w:pPr>
            <w:r>
              <w:t xml:space="preserve">          </w:t>
            </w:r>
            <w:r w:rsidRPr="00AD5C1B">
              <w:t>___</w:t>
            </w:r>
            <w:r>
              <w:t>/5</w:t>
            </w:r>
            <w:r w:rsidRPr="00AD5C1B">
              <w:t xml:space="preserve"> </w:t>
            </w:r>
            <w:r>
              <w:t xml:space="preserve"> Stays within the role of spore</w:t>
            </w:r>
          </w:p>
          <w:p w:rsidR="00084FF5" w:rsidRPr="00AD5C1B" w:rsidRDefault="00084FF5" w:rsidP="003E6035">
            <w:pPr>
              <w:spacing w:line="240" w:lineRule="auto"/>
            </w:pPr>
            <w:r w:rsidRPr="00AD5C1B">
              <w:t xml:space="preserve">          ___</w:t>
            </w:r>
            <w:r>
              <w:t>/5</w:t>
            </w:r>
            <w:r w:rsidRPr="00AD5C1B">
              <w:t xml:space="preserve"> </w:t>
            </w:r>
            <w:r>
              <w:t>Stays within the audience</w:t>
            </w:r>
          </w:p>
          <w:p w:rsidR="00084FF5" w:rsidRPr="00AD5C1B" w:rsidRDefault="00084FF5" w:rsidP="003E6035">
            <w:pPr>
              <w:spacing w:line="240" w:lineRule="auto"/>
            </w:pPr>
            <w:r w:rsidRPr="00AD5C1B">
              <w:t xml:space="preserve">          ___</w:t>
            </w:r>
            <w:r>
              <w:t>/5</w:t>
            </w:r>
            <w:r w:rsidRPr="00AD5C1B">
              <w:t xml:space="preserve"> </w:t>
            </w:r>
            <w:r>
              <w:t>Stays within the format</w:t>
            </w:r>
          </w:p>
          <w:p w:rsidR="00084FF5" w:rsidRPr="00AD5C1B" w:rsidRDefault="00084FF5" w:rsidP="003E6035">
            <w:pPr>
              <w:spacing w:line="240" w:lineRule="auto"/>
            </w:pPr>
            <w:r w:rsidRPr="00AD5C1B">
              <w:t xml:space="preserve">          ___</w:t>
            </w:r>
            <w:r>
              <w:t>/5</w:t>
            </w:r>
            <w:r w:rsidRPr="00AD5C1B">
              <w:t xml:space="preserve"> </w:t>
            </w:r>
            <w:r>
              <w:t>Stays within the topic</w:t>
            </w:r>
          </w:p>
          <w:p w:rsidR="00084FF5" w:rsidRPr="00AD5C1B" w:rsidRDefault="00084FF5" w:rsidP="003E6035">
            <w:pPr>
              <w:spacing w:line="240" w:lineRule="auto"/>
            </w:pPr>
            <w:r w:rsidRPr="00AD5C1B">
              <w:t xml:space="preserve">          ___</w:t>
            </w:r>
            <w:r>
              <w:t>/5</w:t>
            </w:r>
            <w:r w:rsidRPr="00AD5C1B">
              <w:t xml:space="preserve"> </w:t>
            </w:r>
            <w:r>
              <w:t xml:space="preserve"> Creative</w:t>
            </w:r>
          </w:p>
          <w:p w:rsidR="00084FF5" w:rsidRDefault="00084FF5" w:rsidP="003E6035">
            <w:pPr>
              <w:spacing w:line="240" w:lineRule="auto"/>
            </w:pPr>
            <w:r>
              <w:t xml:space="preserve">___ /10 Mechanics </w:t>
            </w:r>
          </w:p>
          <w:p w:rsidR="00084FF5" w:rsidRPr="00AD5C1B" w:rsidRDefault="00084FF5" w:rsidP="003E6035">
            <w:pPr>
              <w:spacing w:line="240" w:lineRule="auto"/>
            </w:pPr>
            <w:r>
              <w:t xml:space="preserve">          </w:t>
            </w:r>
            <w:r w:rsidRPr="00AD5C1B">
              <w:t>___</w:t>
            </w:r>
            <w:r>
              <w:t>/2</w:t>
            </w:r>
            <w:r w:rsidRPr="00AD5C1B">
              <w:t xml:space="preserve"> Typed or written </w:t>
            </w:r>
            <w:r>
              <w:t>legibly</w:t>
            </w:r>
          </w:p>
          <w:p w:rsidR="00084FF5" w:rsidRDefault="00084FF5" w:rsidP="003E6035">
            <w:pPr>
              <w:spacing w:line="240" w:lineRule="auto"/>
            </w:pPr>
            <w:r>
              <w:t xml:space="preserve">          </w:t>
            </w:r>
            <w:r w:rsidRPr="00AD5C1B">
              <w:t>___</w:t>
            </w:r>
            <w:r>
              <w:t>/8</w:t>
            </w:r>
            <w:r w:rsidRPr="00AD5C1B">
              <w:t xml:space="preserve"> Spelling and grammar correct</w:t>
            </w:r>
          </w:p>
          <w:p w:rsidR="00084FF5" w:rsidRPr="00FF68C6" w:rsidRDefault="00084FF5" w:rsidP="003E6035">
            <w:pPr>
              <w:spacing w:before="100" w:beforeAutospacing="1" w:after="100" w:afterAutospacing="1" w:line="240" w:lineRule="auto"/>
            </w:pPr>
            <w:r>
              <w:t xml:space="preserve">     </w:t>
            </w:r>
          </w:p>
        </w:tc>
        <w:tc>
          <w:tcPr>
            <w:tcW w:w="5544" w:type="dxa"/>
          </w:tcPr>
          <w:p w:rsidR="00084FF5" w:rsidRDefault="00084FF5" w:rsidP="000937C0">
            <w:pPr>
              <w:spacing w:line="240" w:lineRule="auto"/>
              <w:jc w:val="center"/>
            </w:pPr>
            <w:r w:rsidRPr="00F15D9E">
              <w:t xml:space="preserve">Create a </w:t>
            </w:r>
            <w:r w:rsidRPr="00A47147">
              <w:rPr>
                <w:b/>
              </w:rPr>
              <w:t>flip book for one type of protist</w:t>
            </w:r>
            <w:r w:rsidRPr="00F15D9E">
              <w:t xml:space="preserve">, </w:t>
            </w:r>
          </w:p>
          <w:p w:rsidR="00084FF5" w:rsidRDefault="00084FF5" w:rsidP="000937C0">
            <w:pPr>
              <w:spacing w:line="240" w:lineRule="auto"/>
              <w:jc w:val="center"/>
            </w:pPr>
          </w:p>
          <w:p w:rsidR="00084FF5" w:rsidRDefault="00084FF5" w:rsidP="009265A9">
            <w:pPr>
              <w:spacing w:line="240" w:lineRule="auto"/>
            </w:pPr>
            <w:r w:rsidRPr="00AD5C1B">
              <w:t xml:space="preserve">___ </w:t>
            </w:r>
            <w:r>
              <w:t>/40 Project</w:t>
            </w:r>
          </w:p>
          <w:p w:rsidR="00084FF5" w:rsidRDefault="00084FF5" w:rsidP="009265A9">
            <w:pPr>
              <w:spacing w:line="240" w:lineRule="auto"/>
            </w:pPr>
            <w:r>
              <w:t xml:space="preserve">          </w:t>
            </w:r>
            <w:r w:rsidRPr="00AD5C1B">
              <w:t>___</w:t>
            </w:r>
            <w:r>
              <w:t>/5</w:t>
            </w:r>
            <w:r w:rsidRPr="00AD5C1B">
              <w:t xml:space="preserve"> </w:t>
            </w:r>
            <w:r>
              <w:t>Cover page with name of organism and</w:t>
            </w:r>
          </w:p>
          <w:p w:rsidR="00084FF5" w:rsidRPr="00AD5C1B" w:rsidRDefault="00084FF5" w:rsidP="009265A9">
            <w:pPr>
              <w:spacing w:line="240" w:lineRule="auto"/>
            </w:pPr>
            <w:r>
              <w:t xml:space="preserve">                        your name</w:t>
            </w:r>
          </w:p>
          <w:p w:rsidR="00084FF5" w:rsidRPr="00AD5C1B" w:rsidRDefault="00084FF5" w:rsidP="009265A9">
            <w:pPr>
              <w:spacing w:line="240" w:lineRule="auto"/>
            </w:pPr>
            <w:r>
              <w:t xml:space="preserve">          </w:t>
            </w:r>
            <w:r w:rsidRPr="00AD5C1B">
              <w:t>___</w:t>
            </w:r>
            <w:r>
              <w:t>/10</w:t>
            </w:r>
            <w:r w:rsidRPr="00AD5C1B">
              <w:t xml:space="preserve"> </w:t>
            </w:r>
            <w:r>
              <w:t xml:space="preserve"> 20+ pages of the protist</w:t>
            </w:r>
          </w:p>
          <w:p w:rsidR="00084FF5" w:rsidRPr="00AD5C1B" w:rsidRDefault="00084FF5" w:rsidP="009265A9">
            <w:pPr>
              <w:spacing w:line="240" w:lineRule="auto"/>
            </w:pPr>
            <w:r w:rsidRPr="00AD5C1B">
              <w:t xml:space="preserve">          ___</w:t>
            </w:r>
            <w:r>
              <w:t>/10</w:t>
            </w:r>
            <w:r w:rsidRPr="00AD5C1B">
              <w:t xml:space="preserve"> </w:t>
            </w:r>
            <w:r>
              <w:t xml:space="preserve"> Protist moves as the pages are flipped</w:t>
            </w:r>
          </w:p>
          <w:p w:rsidR="00084FF5" w:rsidRDefault="00084FF5" w:rsidP="009265A9">
            <w:pPr>
              <w:spacing w:line="240" w:lineRule="auto"/>
            </w:pPr>
            <w:r w:rsidRPr="00AD5C1B">
              <w:t xml:space="preserve">          ___</w:t>
            </w:r>
            <w:r>
              <w:t>/10</w:t>
            </w:r>
            <w:r w:rsidRPr="00AD5C1B">
              <w:t xml:space="preserve"> </w:t>
            </w:r>
            <w:r>
              <w:t xml:space="preserve">Protist positioned on each page for </w:t>
            </w:r>
          </w:p>
          <w:p w:rsidR="00084FF5" w:rsidRPr="00AD5C1B" w:rsidRDefault="00084FF5" w:rsidP="009265A9">
            <w:pPr>
              <w:spacing w:line="240" w:lineRule="auto"/>
            </w:pPr>
            <w:r>
              <w:t xml:space="preserve">                      continual movement</w:t>
            </w:r>
          </w:p>
          <w:p w:rsidR="00084FF5" w:rsidRPr="00AD5C1B" w:rsidRDefault="00084FF5" w:rsidP="009265A9">
            <w:pPr>
              <w:spacing w:line="240" w:lineRule="auto"/>
            </w:pPr>
            <w:r w:rsidRPr="00AD5C1B">
              <w:t xml:space="preserve">          ___</w:t>
            </w:r>
            <w:r>
              <w:t>/5</w:t>
            </w:r>
            <w:r w:rsidRPr="00AD5C1B">
              <w:t xml:space="preserve"> </w:t>
            </w:r>
            <w:r>
              <w:t>Colored illustrations</w:t>
            </w:r>
          </w:p>
          <w:p w:rsidR="00084FF5" w:rsidRPr="00AD5C1B" w:rsidRDefault="00084FF5" w:rsidP="009265A9">
            <w:pPr>
              <w:spacing w:line="240" w:lineRule="auto"/>
            </w:pPr>
            <w:r w:rsidRPr="00AD5C1B">
              <w:t xml:space="preserve">          </w:t>
            </w:r>
          </w:p>
          <w:p w:rsidR="00084FF5" w:rsidRPr="00BE79AA" w:rsidRDefault="00084FF5" w:rsidP="000937C0">
            <w:pPr>
              <w:spacing w:line="240" w:lineRule="auto"/>
              <w:jc w:val="center"/>
            </w:pPr>
          </w:p>
          <w:p w:rsidR="00084FF5" w:rsidRPr="00F15D9E" w:rsidRDefault="00084FF5" w:rsidP="000937C0">
            <w:pPr>
              <w:spacing w:line="240" w:lineRule="auto"/>
            </w:pPr>
          </w:p>
        </w:tc>
      </w:tr>
    </w:tbl>
    <w:p w:rsidR="00084FF5" w:rsidRPr="009265A9" w:rsidRDefault="00084FF5" w:rsidP="00934833"/>
    <w:p w:rsidR="00084FF5" w:rsidRPr="009265A9" w:rsidRDefault="00084FF5" w:rsidP="00934833">
      <w:pPr>
        <w:pStyle w:val="NormalWeb"/>
        <w:rPr>
          <w:rFonts w:ascii="Calibri" w:hAnsi="Calibri"/>
        </w:rPr>
      </w:pPr>
      <w:r>
        <w:rPr>
          <w:noProof/>
        </w:rPr>
        <w:pict>
          <v:shapetype id="_x0000_t202" coordsize="21600,21600" o:spt="202" path="m,l,21600r21600,l21600,xe">
            <v:stroke joinstyle="miter"/>
            <v:path gradientshapeok="t" o:connecttype="rect"/>
          </v:shapetype>
          <v:shape id="_x0000_s1026" type="#_x0000_t202" style="position:absolute;margin-left:7in;margin-top:6.65pt;width:192pt;height:45pt;z-index:251658240" stroked="f">
            <v:textbox>
              <w:txbxContent>
                <w:p w:rsidR="00084FF5" w:rsidRPr="009265A9" w:rsidRDefault="00084FF5">
                  <w:pPr>
                    <w:rPr>
                      <w:b/>
                      <w:sz w:val="32"/>
                      <w:szCs w:val="32"/>
                    </w:rPr>
                  </w:pPr>
                  <w:r w:rsidRPr="009265A9">
                    <w:rPr>
                      <w:b/>
                      <w:sz w:val="32"/>
                      <w:szCs w:val="32"/>
                    </w:rPr>
                    <w:t>Counts as a test grade!</w:t>
                  </w:r>
                </w:p>
              </w:txbxContent>
            </v:textbox>
          </v:shape>
        </w:pict>
      </w:r>
      <w:r w:rsidRPr="009265A9">
        <w:rPr>
          <w:rFonts w:ascii="Calibri" w:hAnsi="Calibri"/>
        </w:rPr>
        <w:t>Final Grade:</w:t>
      </w:r>
    </w:p>
    <w:p w:rsidR="00084FF5" w:rsidRPr="009265A9" w:rsidRDefault="00084FF5" w:rsidP="00934833">
      <w:pPr>
        <w:pStyle w:val="NormalWeb"/>
        <w:rPr>
          <w:rFonts w:ascii="Calibri" w:hAnsi="Calibri"/>
        </w:rPr>
      </w:pPr>
      <w:r>
        <w:rPr>
          <w:rFonts w:ascii="Calibri" w:hAnsi="Calibri"/>
        </w:rPr>
        <w:t>Pick 1</w:t>
      </w:r>
      <w:r w:rsidRPr="009265A9">
        <w:rPr>
          <w:rFonts w:ascii="Calibri" w:hAnsi="Calibri"/>
        </w:rPr>
        <w:t xml:space="preserve">:  ___________________________         </w:t>
      </w:r>
      <w:r>
        <w:rPr>
          <w:rFonts w:ascii="Calibri" w:hAnsi="Calibri"/>
        </w:rPr>
        <w:t xml:space="preserve">  /40 </w:t>
      </w:r>
      <w:r w:rsidRPr="009265A9">
        <w:rPr>
          <w:rFonts w:ascii="Calibri" w:hAnsi="Calibri"/>
        </w:rPr>
        <w:t>points  x100 =  ________</w:t>
      </w:r>
    </w:p>
    <w:p w:rsidR="00084FF5" w:rsidRPr="009265A9" w:rsidRDefault="00084FF5" w:rsidP="00934833">
      <w:pPr>
        <w:pStyle w:val="NormalWeb"/>
        <w:rPr>
          <w:rFonts w:ascii="Calibri" w:hAnsi="Calibri"/>
        </w:rPr>
      </w:pPr>
      <w:r>
        <w:rPr>
          <w:rFonts w:ascii="Calibri" w:hAnsi="Calibri"/>
        </w:rPr>
        <w:t>Pick 2</w:t>
      </w:r>
      <w:r w:rsidRPr="009265A9">
        <w:rPr>
          <w:rFonts w:ascii="Calibri" w:hAnsi="Calibri"/>
        </w:rPr>
        <w:t xml:space="preserve">:  ___________________________         </w:t>
      </w:r>
      <w:r>
        <w:rPr>
          <w:rFonts w:ascii="Calibri" w:hAnsi="Calibri"/>
        </w:rPr>
        <w:t xml:space="preserve">  /40 </w:t>
      </w:r>
      <w:r w:rsidRPr="009265A9">
        <w:rPr>
          <w:rFonts w:ascii="Calibri" w:hAnsi="Calibri"/>
        </w:rPr>
        <w:t>points  x100 =  ________</w:t>
      </w:r>
      <w:r>
        <w:rPr>
          <w:rFonts w:ascii="Calibri" w:hAnsi="Calibri"/>
        </w:rPr>
        <w:tab/>
      </w:r>
      <w:r>
        <w:rPr>
          <w:rFonts w:ascii="Calibri" w:hAnsi="Calibri"/>
        </w:rPr>
        <w:tab/>
      </w:r>
      <w:r>
        <w:rPr>
          <w:rFonts w:ascii="Calibri" w:hAnsi="Calibri"/>
        </w:rPr>
        <w:tab/>
      </w:r>
      <w:r>
        <w:rPr>
          <w:rFonts w:ascii="Calibri" w:hAnsi="Calibri"/>
        </w:rPr>
        <w:tab/>
        <w:t>Use Journal Topic Format for paragraphs.</w:t>
      </w:r>
    </w:p>
    <w:p w:rsidR="00084FF5" w:rsidRPr="009265A9" w:rsidRDefault="00084FF5" w:rsidP="00934833">
      <w:pPr>
        <w:pStyle w:val="NormalWeb"/>
        <w:rPr>
          <w:rFonts w:ascii="Calibri" w:hAnsi="Calibri"/>
        </w:rPr>
      </w:pPr>
      <w:r>
        <w:rPr>
          <w:rFonts w:ascii="Calibri" w:hAnsi="Calibri"/>
        </w:rPr>
        <w:t>Pick</w:t>
      </w:r>
      <w:r w:rsidRPr="009265A9">
        <w:rPr>
          <w:rFonts w:ascii="Calibri" w:hAnsi="Calibri"/>
        </w:rPr>
        <w:t xml:space="preserve"> </w:t>
      </w:r>
      <w:r>
        <w:rPr>
          <w:rFonts w:ascii="Calibri" w:hAnsi="Calibri"/>
        </w:rPr>
        <w:t>3</w:t>
      </w:r>
      <w:r w:rsidRPr="009265A9">
        <w:rPr>
          <w:rFonts w:ascii="Calibri" w:hAnsi="Calibri"/>
        </w:rPr>
        <w:t xml:space="preserve">:  ___________________________         </w:t>
      </w:r>
      <w:r>
        <w:rPr>
          <w:rFonts w:ascii="Calibri" w:hAnsi="Calibri"/>
        </w:rPr>
        <w:t xml:space="preserve">  /40 </w:t>
      </w:r>
      <w:r w:rsidRPr="009265A9">
        <w:rPr>
          <w:rFonts w:ascii="Calibri" w:hAnsi="Calibri"/>
        </w:rPr>
        <w:t>points  x100 =  ________</w:t>
      </w:r>
      <w:r>
        <w:rPr>
          <w:rFonts w:ascii="Calibri" w:hAnsi="Calibri"/>
        </w:rPr>
        <w:tab/>
      </w:r>
      <w:r>
        <w:rPr>
          <w:rFonts w:ascii="Calibri" w:hAnsi="Calibri"/>
        </w:rPr>
        <w:tab/>
      </w:r>
      <w:r>
        <w:rPr>
          <w:rFonts w:ascii="Calibri" w:hAnsi="Calibri"/>
        </w:rPr>
        <w:tab/>
      </w:r>
      <w:r>
        <w:rPr>
          <w:rFonts w:ascii="Calibri" w:hAnsi="Calibri"/>
        </w:rPr>
        <w:tab/>
      </w:r>
    </w:p>
    <w:p w:rsidR="00084FF5" w:rsidRPr="009265A9" w:rsidRDefault="00084FF5" w:rsidP="00934833">
      <w:pPr>
        <w:pStyle w:val="NormalWeb"/>
        <w:rPr>
          <w:rFonts w:ascii="Calibri" w:hAnsi="Calibri"/>
        </w:rPr>
      </w:pPr>
      <w:r w:rsidRPr="009265A9">
        <w:rPr>
          <w:rFonts w:ascii="Calibri" w:hAnsi="Calibri"/>
        </w:rPr>
        <w:tab/>
      </w:r>
      <w:r w:rsidRPr="009265A9">
        <w:rPr>
          <w:rFonts w:ascii="Calibri" w:hAnsi="Calibri"/>
        </w:rPr>
        <w:tab/>
      </w:r>
      <w:r w:rsidRPr="009265A9">
        <w:rPr>
          <w:rFonts w:ascii="Calibri" w:hAnsi="Calibri"/>
        </w:rPr>
        <w:tab/>
      </w:r>
      <w:r w:rsidRPr="009265A9">
        <w:rPr>
          <w:rFonts w:ascii="Calibri" w:hAnsi="Calibri"/>
        </w:rPr>
        <w:tab/>
      </w:r>
      <w:r w:rsidRPr="009265A9">
        <w:rPr>
          <w:rFonts w:ascii="Calibri" w:hAnsi="Calibri"/>
        </w:rPr>
        <w:tab/>
      </w:r>
      <w:r w:rsidRPr="009265A9">
        <w:rPr>
          <w:rFonts w:ascii="Calibri" w:hAnsi="Calibri"/>
        </w:rPr>
        <w:tab/>
      </w:r>
      <w:r w:rsidRPr="009265A9">
        <w:rPr>
          <w:rFonts w:ascii="Calibri" w:hAnsi="Calibri"/>
        </w:rPr>
        <w:tab/>
        <w:t>(total)                  ________ / 3 =                 __________</w:t>
      </w:r>
    </w:p>
    <w:p w:rsidR="00084FF5" w:rsidRPr="000F7137" w:rsidRDefault="00084FF5" w:rsidP="00934833">
      <w:pPr>
        <w:pStyle w:val="NormalWeb"/>
        <w:rPr>
          <w:rFonts w:ascii="Calibri" w:hAnsi="Calibri"/>
        </w:rPr>
      </w:pPr>
      <w:r>
        <w:tab/>
      </w:r>
      <w:r>
        <w:tab/>
      </w:r>
      <w:r>
        <w:tab/>
      </w:r>
    </w:p>
    <w:p w:rsidR="00084FF5" w:rsidRDefault="00084FF5" w:rsidP="00934833">
      <w:pPr>
        <w:pStyle w:val="NormalWeb"/>
      </w:pPr>
      <w:r w:rsidRPr="000F7137">
        <w:rPr>
          <w:rFonts w:ascii="Calibri" w:hAnsi="Calibri"/>
        </w:rPr>
        <w:t>Anything not turned in by</w:t>
      </w:r>
      <w:r>
        <w:rPr>
          <w:rFonts w:ascii="Calibri" w:hAnsi="Calibri"/>
        </w:rPr>
        <w:t xml:space="preserve"> February 27, 2012</w:t>
      </w:r>
      <w:r w:rsidRPr="000F7137">
        <w:rPr>
          <w:rFonts w:ascii="Calibri" w:hAnsi="Calibri"/>
        </w:rPr>
        <w:t>, will be late, and points will be deducted.</w:t>
      </w:r>
      <w:r w:rsidRPr="000F7137">
        <w:rPr>
          <w:rFonts w:ascii="Calibri" w:hAnsi="Calibri"/>
        </w:rPr>
        <w:tab/>
        <w:t>Feel free to turn in projects as you complete them.</w:t>
      </w:r>
      <w:r w:rsidRPr="000F7137">
        <w:rPr>
          <w:rFonts w:ascii="Calibri" w:hAnsi="Calibri"/>
        </w:rPr>
        <w:tab/>
      </w:r>
      <w:r>
        <w:tab/>
      </w:r>
      <w:r>
        <w:tab/>
      </w:r>
      <w:r>
        <w:tab/>
      </w:r>
    </w:p>
    <w:sectPr w:rsidR="00084FF5" w:rsidSect="00A9081F">
      <w:headerReference w:type="even" r:id="rId7"/>
      <w:headerReference w:type="default" r:id="rId8"/>
      <w:headerReference w:type="first" r:id="rId9"/>
      <w:pgSz w:w="15840" w:h="12240" w:orient="landscape"/>
      <w:pgMar w:top="0" w:right="864" w:bottom="187"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FF5" w:rsidRDefault="00084FF5">
      <w:r>
        <w:separator/>
      </w:r>
    </w:p>
  </w:endnote>
  <w:endnote w:type="continuationSeparator" w:id="0">
    <w:p w:rsidR="00084FF5" w:rsidRDefault="00084F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FF5" w:rsidRDefault="00084FF5">
      <w:r>
        <w:separator/>
      </w:r>
    </w:p>
  </w:footnote>
  <w:footnote w:type="continuationSeparator" w:id="0">
    <w:p w:rsidR="00084FF5" w:rsidRDefault="00084F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FF5" w:rsidRDefault="00084FF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FF5" w:rsidRDefault="00084FF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FF5" w:rsidRDefault="00084F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013C8"/>
    <w:multiLevelType w:val="multilevel"/>
    <w:tmpl w:val="3BC2D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B62846"/>
    <w:multiLevelType w:val="multilevel"/>
    <w:tmpl w:val="6304E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A63EFD"/>
    <w:multiLevelType w:val="multilevel"/>
    <w:tmpl w:val="76B44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7C8E"/>
    <w:rsid w:val="00031001"/>
    <w:rsid w:val="00035D01"/>
    <w:rsid w:val="00084FF5"/>
    <w:rsid w:val="000937C0"/>
    <w:rsid w:val="000E2ECE"/>
    <w:rsid w:val="000F40C2"/>
    <w:rsid w:val="000F7137"/>
    <w:rsid w:val="00126DE1"/>
    <w:rsid w:val="00130FDA"/>
    <w:rsid w:val="00164324"/>
    <w:rsid w:val="001F7972"/>
    <w:rsid w:val="002A3D97"/>
    <w:rsid w:val="002D318B"/>
    <w:rsid w:val="002F7A6A"/>
    <w:rsid w:val="003E6035"/>
    <w:rsid w:val="0050345E"/>
    <w:rsid w:val="005427FE"/>
    <w:rsid w:val="00551E21"/>
    <w:rsid w:val="00597F50"/>
    <w:rsid w:val="005B1129"/>
    <w:rsid w:val="00644F8E"/>
    <w:rsid w:val="006703F7"/>
    <w:rsid w:val="006F0843"/>
    <w:rsid w:val="006F5001"/>
    <w:rsid w:val="007D1787"/>
    <w:rsid w:val="007D42AB"/>
    <w:rsid w:val="00840A7C"/>
    <w:rsid w:val="0085147D"/>
    <w:rsid w:val="00885962"/>
    <w:rsid w:val="008C286C"/>
    <w:rsid w:val="008C31EE"/>
    <w:rsid w:val="008C3B57"/>
    <w:rsid w:val="008C66C0"/>
    <w:rsid w:val="008F31EE"/>
    <w:rsid w:val="00920394"/>
    <w:rsid w:val="009265A9"/>
    <w:rsid w:val="00934833"/>
    <w:rsid w:val="00977C8E"/>
    <w:rsid w:val="00993C0C"/>
    <w:rsid w:val="009F226D"/>
    <w:rsid w:val="00A47147"/>
    <w:rsid w:val="00A9081F"/>
    <w:rsid w:val="00AD5C1B"/>
    <w:rsid w:val="00B16B08"/>
    <w:rsid w:val="00B24F25"/>
    <w:rsid w:val="00B75809"/>
    <w:rsid w:val="00B84892"/>
    <w:rsid w:val="00BE79AA"/>
    <w:rsid w:val="00C2635F"/>
    <w:rsid w:val="00D41B3A"/>
    <w:rsid w:val="00D568E8"/>
    <w:rsid w:val="00D7139E"/>
    <w:rsid w:val="00DB2FD5"/>
    <w:rsid w:val="00ED22BF"/>
    <w:rsid w:val="00F0473D"/>
    <w:rsid w:val="00F15D9E"/>
    <w:rsid w:val="00F24AF8"/>
    <w:rsid w:val="00F3666A"/>
    <w:rsid w:val="00FC67F0"/>
    <w:rsid w:val="00FF68C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962"/>
    <w:pPr>
      <w:spacing w:line="276" w:lineRule="auto"/>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77C8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7D42AB"/>
    <w:pPr>
      <w:spacing w:before="100" w:beforeAutospacing="1" w:after="100" w:afterAutospacing="1" w:line="240" w:lineRule="auto"/>
    </w:pPr>
    <w:rPr>
      <w:rFonts w:ascii="Times New Roman" w:hAnsi="Times New Roman"/>
    </w:rPr>
  </w:style>
  <w:style w:type="character" w:styleId="Hyperlink">
    <w:name w:val="Hyperlink"/>
    <w:basedOn w:val="DefaultParagraphFont"/>
    <w:uiPriority w:val="99"/>
    <w:rsid w:val="007D42AB"/>
    <w:rPr>
      <w:rFonts w:cs="Times New Roman"/>
      <w:color w:val="0000FF"/>
      <w:u w:val="single"/>
    </w:rPr>
  </w:style>
  <w:style w:type="character" w:styleId="HTMLTypewriter">
    <w:name w:val="HTML Typewriter"/>
    <w:basedOn w:val="DefaultParagraphFont"/>
    <w:uiPriority w:val="99"/>
    <w:rsid w:val="007D42AB"/>
    <w:rPr>
      <w:rFonts w:ascii="Courier New" w:hAnsi="Courier New" w:cs="Courier New"/>
      <w:sz w:val="20"/>
      <w:szCs w:val="20"/>
    </w:rPr>
  </w:style>
  <w:style w:type="paragraph" w:styleId="Header">
    <w:name w:val="header"/>
    <w:basedOn w:val="Normal"/>
    <w:link w:val="HeaderChar"/>
    <w:uiPriority w:val="99"/>
    <w:rsid w:val="00A9081F"/>
    <w:pPr>
      <w:tabs>
        <w:tab w:val="center" w:pos="4320"/>
        <w:tab w:val="right" w:pos="8640"/>
      </w:tabs>
    </w:pPr>
  </w:style>
  <w:style w:type="character" w:customStyle="1" w:styleId="HeaderChar">
    <w:name w:val="Header Char"/>
    <w:basedOn w:val="DefaultParagraphFont"/>
    <w:link w:val="Header"/>
    <w:uiPriority w:val="99"/>
    <w:semiHidden/>
    <w:locked/>
    <w:rsid w:val="000F40C2"/>
    <w:rPr>
      <w:rFonts w:cs="Times New Roman"/>
      <w:sz w:val="24"/>
      <w:szCs w:val="24"/>
    </w:rPr>
  </w:style>
  <w:style w:type="paragraph" w:styleId="Footer">
    <w:name w:val="footer"/>
    <w:basedOn w:val="Normal"/>
    <w:link w:val="FooterChar"/>
    <w:uiPriority w:val="99"/>
    <w:rsid w:val="00A9081F"/>
    <w:pPr>
      <w:tabs>
        <w:tab w:val="center" w:pos="4320"/>
        <w:tab w:val="right" w:pos="8640"/>
      </w:tabs>
    </w:pPr>
  </w:style>
  <w:style w:type="character" w:customStyle="1" w:styleId="FooterChar">
    <w:name w:val="Footer Char"/>
    <w:basedOn w:val="DefaultParagraphFont"/>
    <w:link w:val="Footer"/>
    <w:uiPriority w:val="99"/>
    <w:semiHidden/>
    <w:locked/>
    <w:rsid w:val="000F40C2"/>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127629488">
      <w:marLeft w:val="0"/>
      <w:marRight w:val="0"/>
      <w:marTop w:val="0"/>
      <w:marBottom w:val="0"/>
      <w:divBdr>
        <w:top w:val="none" w:sz="0" w:space="0" w:color="auto"/>
        <w:left w:val="none" w:sz="0" w:space="0" w:color="auto"/>
        <w:bottom w:val="none" w:sz="0" w:space="0" w:color="auto"/>
        <w:right w:val="none" w:sz="0" w:space="0" w:color="auto"/>
      </w:divBdr>
    </w:div>
    <w:div w:id="1276294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1308</Words>
  <Characters>7462</Characters>
  <Application>Microsoft Office Outlook</Application>
  <DocSecurity>0</DocSecurity>
  <Lines>0</Lines>
  <Paragraphs>0</Paragraphs>
  <ScaleCrop>false</ScaleCrop>
  <Company>APA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Pick Three:  Microorganisms</dc:title>
  <dc:subject/>
  <dc:creator>APA</dc:creator>
  <cp:keywords/>
  <dc:description/>
  <cp:lastModifiedBy>Norris Girls</cp:lastModifiedBy>
  <cp:revision>2</cp:revision>
  <cp:lastPrinted>2010-11-08T11:27:00Z</cp:lastPrinted>
  <dcterms:created xsi:type="dcterms:W3CDTF">2012-02-07T02:04:00Z</dcterms:created>
  <dcterms:modified xsi:type="dcterms:W3CDTF">2012-02-07T02:04:00Z</dcterms:modified>
</cp:coreProperties>
</file>